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5400"/>
      </w:tblGrid>
      <w:tr w:rsidR="005D6DBC" w:rsidRPr="00930233" w14:paraId="226826FE" w14:textId="77777777" w:rsidTr="00D43F67">
        <w:trPr>
          <w:cantSplit/>
          <w:trHeight w:val="432"/>
          <w:tblHeader/>
          <w:jc w:val="center"/>
        </w:trPr>
        <w:tc>
          <w:tcPr>
            <w:tcW w:w="5400" w:type="dxa"/>
            <w:tcBorders>
              <w:bottom w:val="single" w:sz="4" w:space="0" w:color="auto"/>
              <w:right w:val="nil"/>
            </w:tcBorders>
            <w:vAlign w:val="center"/>
          </w:tcPr>
          <w:p w14:paraId="331AA7CE" w14:textId="661FF4B8" w:rsidR="005D6DBC" w:rsidRPr="00930233" w:rsidRDefault="005D6DBC" w:rsidP="00D43F67">
            <w:pPr>
              <w:spacing w:before="40" w:after="40"/>
              <w:rPr>
                <w:b/>
                <w:sz w:val="28"/>
                <w:szCs w:val="28"/>
                <w:lang w:val="es-EC"/>
              </w:rPr>
            </w:pPr>
            <w:r w:rsidRPr="00930233">
              <w:rPr>
                <w:b/>
                <w:sz w:val="28"/>
                <w:szCs w:val="28"/>
                <w:lang w:val="es-EC"/>
              </w:rPr>
              <w:t xml:space="preserve">OGP 12: </w:t>
            </w:r>
            <w:r w:rsidRPr="00930233">
              <w:rPr>
                <w:b/>
                <w:smallCaps/>
                <w:sz w:val="28"/>
                <w:szCs w:val="28"/>
                <w:lang w:val="es-EC"/>
              </w:rPr>
              <w:t xml:space="preserve">Mantenimiento de </w:t>
            </w:r>
            <w:r w:rsidR="00E1194F">
              <w:rPr>
                <w:b/>
                <w:smallCaps/>
                <w:sz w:val="28"/>
                <w:szCs w:val="28"/>
                <w:lang w:val="es-EC"/>
              </w:rPr>
              <w:t>R</w:t>
            </w:r>
            <w:r w:rsidRPr="00930233">
              <w:rPr>
                <w:b/>
                <w:smallCaps/>
                <w:sz w:val="28"/>
                <w:szCs w:val="28"/>
                <w:lang w:val="es-EC"/>
              </w:rPr>
              <w:t xml:space="preserve">egistros para </w:t>
            </w:r>
            <w:r w:rsidR="00E1194F">
              <w:rPr>
                <w:b/>
                <w:smallCaps/>
                <w:sz w:val="28"/>
                <w:szCs w:val="28"/>
                <w:lang w:val="es-EC"/>
              </w:rPr>
              <w:t>P</w:t>
            </w:r>
            <w:r w:rsidRPr="00930233">
              <w:rPr>
                <w:b/>
                <w:smallCaps/>
                <w:sz w:val="28"/>
                <w:szCs w:val="28"/>
                <w:lang w:val="es-EC"/>
              </w:rPr>
              <w:t xml:space="preserve">roductores de </w:t>
            </w:r>
            <w:r w:rsidR="00E1194F">
              <w:rPr>
                <w:b/>
                <w:smallCaps/>
                <w:sz w:val="28"/>
                <w:szCs w:val="28"/>
                <w:lang w:val="es-EC"/>
              </w:rPr>
              <w:t>C</w:t>
            </w:r>
            <w:r w:rsidRPr="00930233">
              <w:rPr>
                <w:b/>
                <w:smallCaps/>
                <w:sz w:val="28"/>
                <w:szCs w:val="28"/>
                <w:lang w:val="es-EC"/>
              </w:rPr>
              <w:t>ultivos</w:t>
            </w:r>
          </w:p>
        </w:tc>
        <w:tc>
          <w:tcPr>
            <w:tcW w:w="5400" w:type="dxa"/>
            <w:tcBorders>
              <w:left w:val="nil"/>
              <w:bottom w:val="single" w:sz="4" w:space="0" w:color="auto"/>
            </w:tcBorders>
            <w:vAlign w:val="center"/>
          </w:tcPr>
          <w:p w14:paraId="4000B081" w14:textId="77777777" w:rsidR="005D6DBC" w:rsidRPr="00930233" w:rsidRDefault="00577C29" w:rsidP="00D43F67">
            <w:pPr>
              <w:keepNext/>
              <w:pageBreakBefore/>
              <w:spacing w:before="40"/>
              <w:jc w:val="right"/>
              <w:rPr>
                <w:sz w:val="20"/>
                <w:szCs w:val="22"/>
                <w:lang w:val="es-EC"/>
              </w:rPr>
            </w:pPr>
            <w:r w:rsidRPr="00930233">
              <w:rPr>
                <w:sz w:val="20"/>
                <w:szCs w:val="22"/>
                <w:lang w:val="es-EC"/>
              </w:rPr>
              <w:t>Regulaciones Orgánicas del USDA §205.103</w:t>
            </w:r>
          </w:p>
          <w:p w14:paraId="50428153" w14:textId="67D3DB50" w:rsidR="00610D41" w:rsidRPr="00930233" w:rsidRDefault="00610D41" w:rsidP="00D43F67">
            <w:pPr>
              <w:keepNext/>
              <w:pageBreakBefore/>
              <w:spacing w:after="40"/>
              <w:jc w:val="right"/>
              <w:rPr>
                <w:bCs/>
                <w:sz w:val="20"/>
                <w:szCs w:val="20"/>
                <w:lang w:val="es-EC"/>
              </w:rPr>
            </w:pPr>
            <w:r w:rsidRPr="00930233">
              <w:rPr>
                <w:sz w:val="20"/>
                <w:szCs w:val="22"/>
                <w:lang w:val="es-EC"/>
              </w:rPr>
              <w:t>Reglamento (UE) 2018/848</w:t>
            </w:r>
          </w:p>
        </w:tc>
      </w:tr>
      <w:tr w:rsidR="006C34B9" w:rsidRPr="00930233" w14:paraId="631B644F" w14:textId="77777777" w:rsidTr="00D43F67">
        <w:trPr>
          <w:cantSplit/>
          <w:trHeight w:val="1880"/>
          <w:jc w:val="center"/>
        </w:trPr>
        <w:tc>
          <w:tcPr>
            <w:tcW w:w="10800" w:type="dxa"/>
            <w:gridSpan w:val="2"/>
            <w:tcBorders>
              <w:top w:val="single" w:sz="4" w:space="0" w:color="auto"/>
              <w:bottom w:val="nil"/>
            </w:tcBorders>
          </w:tcPr>
          <w:p w14:paraId="1940648E" w14:textId="0F998E5D" w:rsidR="00E65A14" w:rsidRPr="00930233" w:rsidRDefault="00DA7DC1" w:rsidP="00D43F67">
            <w:pPr>
              <w:keepNext/>
              <w:spacing w:before="80" w:after="80"/>
              <w:rPr>
                <w:bCs/>
                <w:i/>
                <w:iCs/>
                <w:sz w:val="24"/>
                <w:lang w:val="es-EC"/>
              </w:rPr>
            </w:pPr>
            <w:r w:rsidRPr="00930233">
              <w:rPr>
                <w:bCs/>
                <w:i/>
                <w:iCs/>
                <w:sz w:val="24"/>
                <w:lang w:val="es-EC"/>
              </w:rPr>
              <w:t xml:space="preserve">Las operaciones certificadas deben mantener registros de la producción, gestión y manipulación de los productos agrícolas destinados a ser vendidos, etiquetados o representados como orgánicos. Los registros deben revelar completamente todas las actividades y transacciones de su operación con suficiente detalle para ser fácilmente entendidos y auditados. </w:t>
            </w:r>
          </w:p>
          <w:p w14:paraId="63042DC5" w14:textId="77777777" w:rsidR="00016408" w:rsidRPr="00930233" w:rsidRDefault="00016408" w:rsidP="00D43F67">
            <w:pPr>
              <w:keepNext/>
              <w:pageBreakBefore/>
              <w:spacing w:before="80" w:after="80"/>
              <w:rPr>
                <w:bCs/>
                <w:i/>
                <w:iCs/>
                <w:sz w:val="24"/>
                <w:lang w:val="es-EC"/>
              </w:rPr>
            </w:pPr>
            <w:r w:rsidRPr="00930233">
              <w:rPr>
                <w:bCs/>
                <w:i/>
                <w:iCs/>
                <w:sz w:val="24"/>
                <w:lang w:val="es-EC"/>
              </w:rPr>
              <w:t xml:space="preserve">Los registros deben abarcar el tiempo desde la compra o adquisición, pasando por la producción, la venta o el transporte, y los registros deben ser rastreables hasta su operación o la última operación certificada. </w:t>
            </w:r>
          </w:p>
          <w:p w14:paraId="0C4C3860" w14:textId="312885CE" w:rsidR="00C964A8" w:rsidRPr="00930233" w:rsidRDefault="000C23EC" w:rsidP="00D43F67">
            <w:pPr>
              <w:keepNext/>
              <w:pageBreakBefore/>
              <w:spacing w:before="80" w:after="80"/>
              <w:rPr>
                <w:bCs/>
                <w:i/>
                <w:iCs/>
                <w:sz w:val="24"/>
                <w:lang w:val="es-EC"/>
              </w:rPr>
            </w:pPr>
            <w:r w:rsidRPr="00930233">
              <w:rPr>
                <w:bCs/>
                <w:i/>
                <w:iCs/>
                <w:sz w:val="24"/>
                <w:lang w:val="es-EC"/>
              </w:rPr>
              <w:t xml:space="preserve">Los registros deben ser suficientes para demostrar el cumplimiento de las regulaciones orgánicas, conservados </w:t>
            </w:r>
            <w:r w:rsidRPr="00930233">
              <w:rPr>
                <w:b/>
                <w:i/>
                <w:iCs/>
                <w:sz w:val="24"/>
                <w:lang w:val="es-EC"/>
              </w:rPr>
              <w:t xml:space="preserve">durante al menos cinco años </w:t>
            </w:r>
            <w:r w:rsidRPr="00930233">
              <w:rPr>
                <w:bCs/>
                <w:i/>
                <w:iCs/>
                <w:sz w:val="24"/>
                <w:lang w:val="es-EC"/>
              </w:rPr>
              <w:t xml:space="preserve">y puestos a disposición para su inspección, incluidos los registros relacionados con la producción convencional, si corresponde. </w:t>
            </w:r>
          </w:p>
        </w:tc>
      </w:tr>
      <w:tr w:rsidR="00E1661B" w:rsidRPr="00484889" w14:paraId="01635851" w14:textId="77777777" w:rsidTr="00D43F67">
        <w:trPr>
          <w:cantSplit/>
          <w:trHeight w:val="2483"/>
          <w:jc w:val="center"/>
        </w:trPr>
        <w:tc>
          <w:tcPr>
            <w:tcW w:w="10800" w:type="dxa"/>
            <w:gridSpan w:val="2"/>
            <w:tcBorders>
              <w:bottom w:val="single" w:sz="4" w:space="0" w:color="auto"/>
            </w:tcBorders>
          </w:tcPr>
          <w:p w14:paraId="470447FB" w14:textId="51FE5DAE" w:rsidR="001C249E" w:rsidRPr="00E23CDF" w:rsidRDefault="001C249E" w:rsidP="006F2100">
            <w:pPr>
              <w:pStyle w:val="ListParagraph"/>
              <w:numPr>
                <w:ilvl w:val="0"/>
                <w:numId w:val="38"/>
              </w:numPr>
              <w:spacing w:before="40" w:after="120"/>
              <w:contextualSpacing w:val="0"/>
              <w:rPr>
                <w:b/>
                <w:sz w:val="24"/>
                <w:szCs w:val="28"/>
              </w:rPr>
            </w:pPr>
            <w:r w:rsidRPr="00E23CDF">
              <w:rPr>
                <w:b/>
                <w:sz w:val="24"/>
                <w:szCs w:val="28"/>
              </w:rPr>
              <w:t>SISTEMAS DE MANTENIMIENTO DE REGISTROS</w:t>
            </w:r>
          </w:p>
          <w:p w14:paraId="760EB822" w14:textId="77777777" w:rsidR="000F5602" w:rsidRDefault="00281CB9" w:rsidP="000F5602">
            <w:pPr>
              <w:pStyle w:val="ListParagraph"/>
              <w:numPr>
                <w:ilvl w:val="0"/>
                <w:numId w:val="37"/>
              </w:numPr>
              <w:contextualSpacing w:val="0"/>
              <w:rPr>
                <w:bCs/>
              </w:rPr>
            </w:pPr>
            <w:r w:rsidRPr="00930233">
              <w:rPr>
                <w:bCs/>
                <w:lang w:val="es-EC"/>
              </w:rPr>
              <w:t xml:space="preserve">¿Cuál de los siguientes registros mantiene o planea mantener actualmente? </w:t>
            </w:r>
            <w:r w:rsidRPr="00EB0684">
              <w:rPr>
                <w:bCs/>
              </w:rPr>
              <w:t xml:space="preserve">Marque todo lo que corresponda. </w:t>
            </w:r>
          </w:p>
          <w:p w14:paraId="7CB7E4B8" w14:textId="5527E1CF" w:rsidR="00795128" w:rsidRPr="00E23CDF" w:rsidRDefault="001C249E" w:rsidP="000F5602">
            <w:pPr>
              <w:pStyle w:val="ListParagraph"/>
              <w:spacing w:after="120"/>
              <w:ind w:left="360"/>
              <w:contextualSpacing w:val="0"/>
              <w:rPr>
                <w:bCs/>
              </w:rPr>
            </w:pPr>
            <w:r w:rsidRPr="00930233">
              <w:rPr>
                <w:b/>
                <w:lang w:val="es-EC"/>
              </w:rPr>
              <w:t>Opcional</w:t>
            </w:r>
            <w:r w:rsidRPr="00930233">
              <w:rPr>
                <w:bCs/>
                <w:lang w:val="es-EC"/>
              </w:rPr>
              <w:t xml:space="preserve">: Adjunte plantillas de mantenimiento de registros como referencia. </w:t>
            </w:r>
            <w:r w:rsidRPr="007605D6">
              <w:fldChar w:fldCharType="begin">
                <w:ffData>
                  <w:name w:val="Check8"/>
                  <w:enabled/>
                  <w:calcOnExit w:val="0"/>
                  <w:checkBox>
                    <w:sizeAuto/>
                    <w:default w:val="0"/>
                  </w:checkBox>
                </w:ffData>
              </w:fldChar>
            </w:r>
            <w:r w:rsidRPr="00930233">
              <w:rPr>
                <w:lang w:val="es-EC"/>
              </w:rPr>
              <w:instrText xml:space="preserve"> FORMCHECKBOX </w:instrText>
            </w:r>
            <w:r w:rsidRPr="007605D6">
              <w:fldChar w:fldCharType="separate"/>
            </w:r>
            <w:r w:rsidRPr="007605D6">
              <w:fldChar w:fldCharType="end"/>
            </w:r>
            <w:r w:rsidRPr="00930233">
              <w:rPr>
                <w:lang w:val="es-EC"/>
              </w:rPr>
              <w:t xml:space="preserve"> </w:t>
            </w:r>
            <w:r w:rsidRPr="00E15AE3">
              <w:rPr>
                <w:b/>
                <w:bCs/>
              </w:rPr>
              <w:t>Adjunto</w:t>
            </w:r>
          </w:p>
          <w:tbl>
            <w:tblPr>
              <w:tblStyle w:val="TableGrid"/>
              <w:tblW w:w="0" w:type="auto"/>
              <w:tblLook w:val="04A0" w:firstRow="1" w:lastRow="0" w:firstColumn="1" w:lastColumn="0" w:noHBand="0" w:noVBand="1"/>
            </w:tblPr>
            <w:tblGrid>
              <w:gridCol w:w="5287"/>
              <w:gridCol w:w="5287"/>
            </w:tblGrid>
            <w:tr w:rsidR="00795128" w14:paraId="7DEE0EE1" w14:textId="77777777" w:rsidTr="00795128">
              <w:tc>
                <w:tcPr>
                  <w:tcW w:w="5287" w:type="dxa"/>
                </w:tcPr>
                <w:p w14:paraId="3948BF34" w14:textId="1F3B2BDF" w:rsidR="00795128" w:rsidRPr="00930233" w:rsidRDefault="00795128"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Documentación de búsqueda de semillas y </w:t>
                  </w:r>
                  <w:r w:rsidR="00930233" w:rsidRPr="00930233">
                    <w:rPr>
                      <w:bCs/>
                      <w:iCs/>
                      <w:lang w:val="es-EC"/>
                    </w:rPr>
                    <w:t xml:space="preserve">material de siembra </w:t>
                  </w:r>
                  <w:r w:rsidRPr="00930233">
                    <w:rPr>
                      <w:bCs/>
                      <w:iCs/>
                      <w:lang w:val="es-EC"/>
                    </w:rPr>
                    <w:t>orgánicos</w:t>
                  </w:r>
                </w:p>
                <w:p w14:paraId="36DBFA3E" w14:textId="77777777" w:rsidR="00795128" w:rsidRPr="00930233" w:rsidRDefault="00795128"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Recibos y etiquetas de insumos (semillas, trasplantes, fertilizantes, plaguicidas, desinfectantes, etc.)</w:t>
                  </w:r>
                </w:p>
                <w:p w14:paraId="301BF9E3" w14:textId="3F82AA01" w:rsidR="00795128" w:rsidRPr="00930233" w:rsidRDefault="00795128"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Mapas de campo</w:t>
                  </w:r>
                  <w:r w:rsidR="00930233">
                    <w:rPr>
                      <w:bCs/>
                      <w:iCs/>
                      <w:lang w:val="es-EC"/>
                    </w:rPr>
                    <w:t>/parcela</w:t>
                  </w:r>
                </w:p>
                <w:p w14:paraId="385C6A50" w14:textId="2001AE15" w:rsidR="001552C8" w:rsidRPr="00930233" w:rsidRDefault="001552C8"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Contratos de arrendamiento </w:t>
                  </w:r>
                </w:p>
                <w:p w14:paraId="3C4E3961" w14:textId="761080CB" w:rsidR="00795128" w:rsidRPr="00930233" w:rsidRDefault="00795128"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actividad de campo (registros de siembra, rotación de cultivos, aplicaciones de insumos, etc.)</w:t>
                  </w:r>
                </w:p>
                <w:p w14:paraId="1FFC15C2" w14:textId="77777777" w:rsidR="00795128" w:rsidRPr="00930233" w:rsidRDefault="00795128"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producción de compost</w:t>
                  </w:r>
                </w:p>
                <w:p w14:paraId="69C2AF62" w14:textId="77777777"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monitoreo (pruebas de suelo, pruebas de agua, encuesta de plagas/enfermedades, registro de observación, etc.)</w:t>
                  </w:r>
                </w:p>
                <w:p w14:paraId="6CCF4353" w14:textId="77777777"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limpieza de equipos</w:t>
                  </w:r>
                </w:p>
                <w:p w14:paraId="425462B9" w14:textId="32822A98" w:rsidR="00795128"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Récords de cosecha</w:t>
                  </w:r>
                </w:p>
              </w:tc>
              <w:tc>
                <w:tcPr>
                  <w:tcW w:w="5287" w:type="dxa"/>
                </w:tcPr>
                <w:p w14:paraId="3CD18BA0" w14:textId="77777777"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Almacenamiento: registros/inventario</w:t>
                  </w:r>
                </w:p>
                <w:p w14:paraId="4DE656B6" w14:textId="3C0ED983"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w:t>
                  </w:r>
                  <w:r w:rsidR="00930233">
                    <w:rPr>
                      <w:bCs/>
                      <w:iCs/>
                      <w:lang w:val="es-EC"/>
                    </w:rPr>
                    <w:t xml:space="preserve">limpieza de </w:t>
                  </w:r>
                  <w:r w:rsidRPr="00930233">
                    <w:rPr>
                      <w:bCs/>
                      <w:iCs/>
                      <w:lang w:val="es-EC"/>
                    </w:rPr>
                    <w:t>transporte</w:t>
                  </w:r>
                  <w:r w:rsidR="00930233">
                    <w:rPr>
                      <w:bCs/>
                      <w:iCs/>
                      <w:lang w:val="es-EC"/>
                    </w:rPr>
                    <w:t>.</w:t>
                  </w:r>
                </w:p>
                <w:p w14:paraId="189958F0" w14:textId="77777777"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ventas (órdenes de compra, contratos, facturas, recibos de caja, diario de ventas, etc.)</w:t>
                  </w:r>
                </w:p>
                <w:p w14:paraId="4DF5BA57" w14:textId="77777777"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envío (conocimientos de embarque, recibos de entrega, tickets de báscula, documentos de recepción, etc.)</w:t>
                  </w:r>
                </w:p>
                <w:p w14:paraId="66FA7C90" w14:textId="77777777"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Certificados de transacción</w:t>
                  </w:r>
                </w:p>
                <w:p w14:paraId="32897BCD" w14:textId="77777777"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Certificados de importación para productos agrícolas orgánicos importados</w:t>
                  </w:r>
                </w:p>
                <w:p w14:paraId="5F5F38FE" w14:textId="4B6E5020" w:rsidR="00646F5D"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Certificados </w:t>
                  </w:r>
                  <w:r w:rsidR="00930233">
                    <w:rPr>
                      <w:bCs/>
                      <w:iCs/>
                      <w:lang w:val="es-EC"/>
                    </w:rPr>
                    <w:t>orgánicos</w:t>
                  </w:r>
                  <w:r w:rsidR="00930233" w:rsidRPr="00930233">
                    <w:rPr>
                      <w:bCs/>
                      <w:iCs/>
                      <w:lang w:val="es-EC"/>
                    </w:rPr>
                    <w:t xml:space="preserve"> </w:t>
                  </w:r>
                  <w:r w:rsidRPr="00930233">
                    <w:rPr>
                      <w:bCs/>
                      <w:iCs/>
                      <w:lang w:val="es-EC"/>
                    </w:rPr>
                    <w:t xml:space="preserve">de explotaciones </w:t>
                  </w:r>
                  <w:r w:rsidR="00930233">
                    <w:rPr>
                      <w:bCs/>
                      <w:iCs/>
                      <w:lang w:val="es-EC"/>
                    </w:rPr>
                    <w:t xml:space="preserve">orgánicas </w:t>
                  </w:r>
                  <w:r w:rsidRPr="00930233">
                    <w:rPr>
                      <w:bCs/>
                      <w:iCs/>
                      <w:lang w:val="es-EC"/>
                    </w:rPr>
                    <w:t>proveedoras de productos agrícolas</w:t>
                  </w:r>
                </w:p>
                <w:p w14:paraId="6A3C3883" w14:textId="77777777" w:rsidR="00795128" w:rsidRPr="00930233" w:rsidRDefault="00646F5D"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Registros de compras y ventas de productos intermediados o revendidos</w:t>
                  </w:r>
                </w:p>
                <w:p w14:paraId="19DBD3A2" w14:textId="77777777" w:rsidR="000C7489" w:rsidRPr="00930233" w:rsidRDefault="000C7489" w:rsidP="00D43F67">
                  <w:pPr>
                    <w:rPr>
                      <w:bCs/>
                      <w:iCs/>
                      <w:lang w:val="es-EC"/>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Declaraciones Juradas de Manejadores Exentos</w:t>
                  </w:r>
                </w:p>
                <w:p w14:paraId="3A5C31C4" w14:textId="6204C2E0" w:rsidR="000C7489" w:rsidRPr="00646F5D" w:rsidRDefault="000C7489" w:rsidP="00D43F67">
                  <w:pPr>
                    <w:rPr>
                      <w:bCs/>
                      <w:iCs/>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Otro. </w:t>
                  </w:r>
                  <w:r w:rsidR="00930233">
                    <w:rPr>
                      <w:bCs/>
                      <w:iCs/>
                    </w:rPr>
                    <w:t>Por favor</w:t>
                  </w:r>
                  <w:r>
                    <w:rPr>
                      <w:bCs/>
                      <w:iCs/>
                    </w:rPr>
                    <w:t xml:space="preserve"> especificar: </w:t>
                  </w:r>
                  <w:r w:rsidRPr="00440DDB">
                    <w:rPr>
                      <w:rFonts w:ascii="Garamond" w:hAnsi="Garamond" w:cs="Arabic Typesetting"/>
                      <w:bCs/>
                      <w:iCs/>
                    </w:rPr>
                    <w:fldChar w:fldCharType="begin">
                      <w:ffData>
                        <w:name w:val="Text847"/>
                        <w:enabled/>
                        <w:calcOnExit w:val="0"/>
                        <w:textInput/>
                      </w:ffData>
                    </w:fldChar>
                  </w:r>
                  <w:r w:rsidRPr="00440DDB">
                    <w:rPr>
                      <w:rFonts w:ascii="Garamond" w:hAnsi="Garamond" w:cs="Arabic Typesetting"/>
                      <w:bCs/>
                      <w:iCs/>
                    </w:rPr>
                    <w:instrText xml:space="preserve"> FORMTEXT </w:instrText>
                  </w:r>
                  <w:r w:rsidRPr="00440DDB">
                    <w:rPr>
                      <w:rFonts w:ascii="Garamond" w:hAnsi="Garamond" w:cs="Arabic Typesetting"/>
                      <w:bCs/>
                      <w:iCs/>
                    </w:rPr>
                  </w:r>
                  <w:r w:rsidRPr="00440DDB">
                    <w:rPr>
                      <w:rFonts w:ascii="Garamond" w:hAnsi="Garamond" w:cs="Arabic Typesetting"/>
                      <w:bCs/>
                      <w:iCs/>
                    </w:rPr>
                    <w:fldChar w:fldCharType="separate"/>
                  </w:r>
                  <w:r w:rsidRPr="007605D6">
                    <w:rPr>
                      <w:rFonts w:ascii="Garamond" w:hAnsi="Garamond" w:cs="Arabic Typesetting"/>
                      <w:bCs/>
                      <w:iCs/>
                      <w:noProof/>
                    </w:rPr>
                    <w:t>     </w:t>
                  </w:r>
                  <w:r w:rsidRPr="00440DDB">
                    <w:rPr>
                      <w:rFonts w:ascii="Garamond" w:hAnsi="Garamond" w:cs="Arabic Typesetting"/>
                      <w:bCs/>
                      <w:iCs/>
                    </w:rPr>
                    <w:fldChar w:fldCharType="end"/>
                  </w:r>
                </w:p>
              </w:tc>
            </w:tr>
          </w:tbl>
          <w:p w14:paraId="06A57578" w14:textId="5A0F8334" w:rsidR="00EB0684" w:rsidRPr="00930233" w:rsidRDefault="006D71E4" w:rsidP="00D43F67">
            <w:pPr>
              <w:pStyle w:val="ListParagraph"/>
              <w:keepNext/>
              <w:pageBreakBefore/>
              <w:numPr>
                <w:ilvl w:val="0"/>
                <w:numId w:val="37"/>
              </w:numPr>
              <w:contextualSpacing w:val="0"/>
              <w:rPr>
                <w:rFonts w:ascii="Garamond" w:hAnsi="Garamond" w:cs="Arabic Typesetting"/>
                <w:bCs/>
                <w:iCs/>
                <w:lang w:val="es-EC"/>
              </w:rPr>
            </w:pPr>
            <w:r w:rsidRPr="00930233">
              <w:rPr>
                <w:bCs/>
                <w:lang w:val="es-EC"/>
              </w:rPr>
              <w:t>¿Qué métodos utiliza para mantener los registros? Marque todo lo que corresponda.</w:t>
            </w:r>
          </w:p>
          <w:p w14:paraId="3538629D" w14:textId="202DF6BA" w:rsidR="001D6D53" w:rsidRDefault="006D71E4" w:rsidP="00D43F67">
            <w:pPr>
              <w:pStyle w:val="ListParagraph"/>
              <w:keepNext/>
              <w:pageBreakBefore/>
              <w:ind w:left="360"/>
              <w:contextualSpacing w:val="0"/>
              <w:rPr>
                <w:bCs/>
                <w:iCs/>
              </w:rPr>
            </w:pP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Papel/cuadernos  </w:t>
            </w:r>
            <w:r w:rsidRPr="007605D6">
              <w:rPr>
                <w:bCs/>
                <w:iCs/>
              </w:rPr>
              <w:fldChar w:fldCharType="begin">
                <w:ffData>
                  <w:name w:val="Check8"/>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Software informático/hoja de cálculo   </w:t>
            </w:r>
            <w:r w:rsidR="008E07FF" w:rsidRPr="007605D6">
              <w:rPr>
                <w:bCs/>
                <w:iCs/>
              </w:rPr>
              <w:fldChar w:fldCharType="begin">
                <w:ffData>
                  <w:name w:val="Check8"/>
                  <w:enabled/>
                  <w:calcOnExit w:val="0"/>
                  <w:checkBox>
                    <w:sizeAuto/>
                    <w:default w:val="0"/>
                  </w:checkBox>
                </w:ffData>
              </w:fldChar>
            </w:r>
            <w:r w:rsidR="008E07FF" w:rsidRPr="00930233">
              <w:rPr>
                <w:bCs/>
                <w:iCs/>
                <w:lang w:val="es-EC"/>
              </w:rPr>
              <w:instrText xml:space="preserve"> FORMCHECKBOX </w:instrText>
            </w:r>
            <w:r w:rsidR="008E07FF" w:rsidRPr="007605D6">
              <w:rPr>
                <w:bCs/>
                <w:iCs/>
              </w:rPr>
            </w:r>
            <w:r w:rsidR="008E07FF" w:rsidRPr="007605D6">
              <w:rPr>
                <w:bCs/>
                <w:iCs/>
              </w:rPr>
              <w:fldChar w:fldCharType="separate"/>
            </w:r>
            <w:r w:rsidR="008E07FF" w:rsidRPr="007605D6">
              <w:rPr>
                <w:bCs/>
                <w:iCs/>
              </w:rPr>
              <w:fldChar w:fldCharType="end"/>
            </w:r>
            <w:r w:rsidR="008E07FF" w:rsidRPr="00930233">
              <w:rPr>
                <w:bCs/>
                <w:iCs/>
                <w:lang w:val="es-EC"/>
              </w:rPr>
              <w:t xml:space="preserve"> Aplicación de teléfono   </w:t>
            </w:r>
            <w:r w:rsidR="008E07FF" w:rsidRPr="007605D6">
              <w:rPr>
                <w:bCs/>
                <w:iCs/>
              </w:rPr>
              <w:fldChar w:fldCharType="begin">
                <w:ffData>
                  <w:name w:val="Check8"/>
                  <w:enabled/>
                  <w:calcOnExit w:val="0"/>
                  <w:checkBox>
                    <w:sizeAuto/>
                    <w:default w:val="0"/>
                  </w:checkBox>
                </w:ffData>
              </w:fldChar>
            </w:r>
            <w:r w:rsidR="008E07FF" w:rsidRPr="00930233">
              <w:rPr>
                <w:bCs/>
                <w:iCs/>
                <w:lang w:val="es-EC"/>
              </w:rPr>
              <w:instrText xml:space="preserve"> FORMCHECKBOX </w:instrText>
            </w:r>
            <w:r w:rsidR="008E07FF" w:rsidRPr="007605D6">
              <w:rPr>
                <w:bCs/>
                <w:iCs/>
              </w:rPr>
            </w:r>
            <w:r w:rsidR="008E07FF" w:rsidRPr="007605D6">
              <w:rPr>
                <w:bCs/>
                <w:iCs/>
              </w:rPr>
              <w:fldChar w:fldCharType="separate"/>
            </w:r>
            <w:r w:rsidR="008E07FF" w:rsidRPr="007605D6">
              <w:rPr>
                <w:bCs/>
                <w:iCs/>
              </w:rPr>
              <w:fldChar w:fldCharType="end"/>
            </w:r>
            <w:r w:rsidR="008E07FF" w:rsidRPr="00930233">
              <w:rPr>
                <w:bCs/>
                <w:iCs/>
                <w:lang w:val="es-EC"/>
              </w:rPr>
              <w:t xml:space="preserve"> Programa en línea/en la nube. </w:t>
            </w:r>
            <w:r w:rsidR="008E07FF">
              <w:rPr>
                <w:bCs/>
                <w:iCs/>
              </w:rPr>
              <w:t xml:space="preserve">Nombre: </w:t>
            </w:r>
            <w:r w:rsidR="00975DD2" w:rsidRPr="00440DDB">
              <w:rPr>
                <w:rFonts w:ascii="Garamond" w:hAnsi="Garamond" w:cs="Arabic Typesetting"/>
                <w:bCs/>
                <w:iCs/>
              </w:rPr>
              <w:fldChar w:fldCharType="begin">
                <w:ffData>
                  <w:name w:val="Text847"/>
                  <w:enabled/>
                  <w:calcOnExit w:val="0"/>
                  <w:textInput/>
                </w:ffData>
              </w:fldChar>
            </w:r>
            <w:r w:rsidR="00975DD2" w:rsidRPr="00440DDB">
              <w:rPr>
                <w:rFonts w:ascii="Garamond" w:hAnsi="Garamond" w:cs="Arabic Typesetting"/>
                <w:bCs/>
                <w:iCs/>
              </w:rPr>
              <w:instrText xml:space="preserve"> FORMTEXT </w:instrText>
            </w:r>
            <w:r w:rsidR="00975DD2" w:rsidRPr="00440DDB">
              <w:rPr>
                <w:rFonts w:ascii="Garamond" w:hAnsi="Garamond" w:cs="Arabic Typesetting"/>
                <w:bCs/>
                <w:iCs/>
              </w:rPr>
            </w:r>
            <w:r w:rsidR="00975DD2" w:rsidRPr="00440DDB">
              <w:rPr>
                <w:rFonts w:ascii="Garamond" w:hAnsi="Garamond" w:cs="Arabic Typesetting"/>
                <w:bCs/>
                <w:iCs/>
              </w:rPr>
              <w:fldChar w:fldCharType="separate"/>
            </w:r>
            <w:r w:rsidR="00975DD2" w:rsidRPr="007605D6">
              <w:rPr>
                <w:rFonts w:ascii="Garamond" w:hAnsi="Garamond" w:cs="Arabic Typesetting"/>
                <w:bCs/>
                <w:iCs/>
                <w:noProof/>
              </w:rPr>
              <w:t>     </w:t>
            </w:r>
            <w:r w:rsidR="00975DD2" w:rsidRPr="00440DDB">
              <w:rPr>
                <w:rFonts w:ascii="Garamond" w:hAnsi="Garamond" w:cs="Arabic Typesetting"/>
                <w:bCs/>
                <w:iCs/>
              </w:rPr>
              <w:fldChar w:fldCharType="end"/>
            </w:r>
          </w:p>
          <w:p w14:paraId="4C31C134" w14:textId="6BB4F0C0" w:rsidR="006D71E4" w:rsidRPr="00EB0684" w:rsidRDefault="008E07FF" w:rsidP="006F2100">
            <w:pPr>
              <w:pStyle w:val="ListParagraph"/>
              <w:keepNext/>
              <w:pageBreakBefore/>
              <w:spacing w:after="120"/>
              <w:ind w:left="360"/>
              <w:contextualSpacing w:val="0"/>
              <w:rPr>
                <w:rFonts w:ascii="Garamond" w:hAnsi="Garamond" w:cs="Arabic Typesetting"/>
                <w:bCs/>
                <w:iCs/>
              </w:rPr>
            </w:pPr>
            <w:r w:rsidRPr="007605D6">
              <w:rPr>
                <w:bCs/>
                <w:iCs/>
              </w:rPr>
              <w:fldChar w:fldCharType="begin">
                <w:ffData>
                  <w:name w:val="Check8"/>
                  <w:enabled/>
                  <w:calcOnExit w:val="0"/>
                  <w:checkBox>
                    <w:sizeAuto/>
                    <w:default w:val="0"/>
                  </w:checkBox>
                </w:ffData>
              </w:fldChar>
            </w:r>
            <w:r w:rsidRPr="007605D6">
              <w:rPr>
                <w:bCs/>
                <w:iCs/>
              </w:rPr>
              <w:instrText xml:space="preserve"> FORMCHECKBOX </w:instrText>
            </w:r>
            <w:r w:rsidRPr="007605D6">
              <w:rPr>
                <w:bCs/>
                <w:iCs/>
              </w:rPr>
            </w:r>
            <w:r w:rsidRPr="007605D6">
              <w:rPr>
                <w:bCs/>
                <w:iCs/>
              </w:rPr>
              <w:fldChar w:fldCharType="separate"/>
            </w:r>
            <w:r w:rsidRPr="007605D6">
              <w:rPr>
                <w:bCs/>
                <w:iCs/>
              </w:rPr>
              <w:fldChar w:fldCharType="end"/>
            </w:r>
            <w:r>
              <w:rPr>
                <w:bCs/>
                <w:iCs/>
              </w:rPr>
              <w:t xml:space="preserve"> Otro. </w:t>
            </w:r>
            <w:r w:rsidR="00930233">
              <w:rPr>
                <w:bCs/>
                <w:iCs/>
              </w:rPr>
              <w:t>Por favor</w:t>
            </w:r>
            <w:r>
              <w:rPr>
                <w:bCs/>
                <w:iCs/>
              </w:rPr>
              <w:t xml:space="preserve"> describir: </w:t>
            </w:r>
            <w:r w:rsidR="001D6D53" w:rsidRPr="00440DDB">
              <w:rPr>
                <w:rFonts w:ascii="Garamond" w:hAnsi="Garamond" w:cs="Arabic Typesetting"/>
                <w:bCs/>
                <w:iCs/>
              </w:rPr>
              <w:fldChar w:fldCharType="begin">
                <w:ffData>
                  <w:name w:val="Text847"/>
                  <w:enabled/>
                  <w:calcOnExit w:val="0"/>
                  <w:textInput/>
                </w:ffData>
              </w:fldChar>
            </w:r>
            <w:r w:rsidR="001D6D53" w:rsidRPr="00440DDB">
              <w:rPr>
                <w:rFonts w:ascii="Garamond" w:hAnsi="Garamond" w:cs="Arabic Typesetting"/>
                <w:bCs/>
                <w:iCs/>
              </w:rPr>
              <w:instrText xml:space="preserve"> FORMTEXT </w:instrText>
            </w:r>
            <w:r w:rsidR="001D6D53" w:rsidRPr="00440DDB">
              <w:rPr>
                <w:rFonts w:ascii="Garamond" w:hAnsi="Garamond" w:cs="Arabic Typesetting"/>
                <w:bCs/>
                <w:iCs/>
              </w:rPr>
            </w:r>
            <w:r w:rsidR="001D6D53" w:rsidRPr="00440DDB">
              <w:rPr>
                <w:rFonts w:ascii="Garamond" w:hAnsi="Garamond" w:cs="Arabic Typesetting"/>
                <w:bCs/>
                <w:iCs/>
              </w:rPr>
              <w:fldChar w:fldCharType="separate"/>
            </w:r>
            <w:r w:rsidR="001D6D53" w:rsidRPr="007605D6">
              <w:rPr>
                <w:rFonts w:ascii="Garamond" w:hAnsi="Garamond" w:cs="Arabic Typesetting"/>
                <w:bCs/>
                <w:iCs/>
                <w:noProof/>
              </w:rPr>
              <w:t>     </w:t>
            </w:r>
            <w:r w:rsidR="001D6D53" w:rsidRPr="00440DDB">
              <w:rPr>
                <w:rFonts w:ascii="Garamond" w:hAnsi="Garamond" w:cs="Arabic Typesetting"/>
                <w:bCs/>
                <w:iCs/>
              </w:rPr>
              <w:fldChar w:fldCharType="end"/>
            </w:r>
          </w:p>
          <w:p w14:paraId="7D27BD23" w14:textId="429EF02A" w:rsidR="00795128" w:rsidRPr="00930FD4" w:rsidRDefault="00EB0684" w:rsidP="00D43F67">
            <w:pPr>
              <w:pStyle w:val="ListParagraph"/>
              <w:keepNext/>
              <w:pageBreakBefore/>
              <w:numPr>
                <w:ilvl w:val="0"/>
                <w:numId w:val="37"/>
              </w:numPr>
              <w:contextualSpacing w:val="0"/>
              <w:rPr>
                <w:rFonts w:cs="Arabic Typesetting"/>
                <w:bCs/>
                <w:iCs/>
              </w:rPr>
            </w:pPr>
            <w:r w:rsidRPr="00930233">
              <w:rPr>
                <w:rFonts w:cs="Arabic Typesetting"/>
                <w:bCs/>
                <w:iCs/>
                <w:lang w:val="es-EC"/>
              </w:rPr>
              <w:t xml:space="preserve">¿Mantiene registros durante un mínimo de 5 años? </w:t>
            </w:r>
            <w:r w:rsidR="00930FD4" w:rsidRPr="007605D6">
              <w:rPr>
                <w:bCs/>
                <w:iCs/>
              </w:rPr>
              <w:fldChar w:fldCharType="begin">
                <w:ffData>
                  <w:name w:val="Check7"/>
                  <w:enabled/>
                  <w:calcOnExit w:val="0"/>
                  <w:checkBox>
                    <w:sizeAuto/>
                    <w:default w:val="0"/>
                  </w:checkBox>
                </w:ffData>
              </w:fldChar>
            </w:r>
            <w:r w:rsidR="00930FD4" w:rsidRPr="00930233">
              <w:rPr>
                <w:bCs/>
                <w:iCs/>
                <w:lang w:val="es-EC"/>
              </w:rPr>
              <w:instrText xml:space="preserve"> FORMCHECKBOX </w:instrText>
            </w:r>
            <w:r w:rsidR="00930FD4" w:rsidRPr="007605D6">
              <w:rPr>
                <w:bCs/>
                <w:iCs/>
              </w:rPr>
            </w:r>
            <w:r w:rsidR="00930FD4" w:rsidRPr="007605D6">
              <w:rPr>
                <w:bCs/>
                <w:iCs/>
              </w:rPr>
              <w:fldChar w:fldCharType="separate"/>
            </w:r>
            <w:r w:rsidR="00930FD4" w:rsidRPr="007605D6">
              <w:rPr>
                <w:bCs/>
                <w:iCs/>
              </w:rPr>
              <w:fldChar w:fldCharType="end"/>
            </w:r>
            <w:r w:rsidR="00930FD4" w:rsidRPr="00930233">
              <w:rPr>
                <w:bCs/>
                <w:iCs/>
                <w:lang w:val="es-EC"/>
              </w:rPr>
              <w:t xml:space="preserve"> </w:t>
            </w:r>
            <w:r w:rsidR="00930FD4" w:rsidRPr="007605D6">
              <w:rPr>
                <w:bCs/>
                <w:iCs/>
              </w:rPr>
              <w:t xml:space="preserve">Sí   </w:t>
            </w:r>
            <w:r w:rsidR="00930FD4" w:rsidRPr="007605D6">
              <w:rPr>
                <w:bCs/>
                <w:iCs/>
              </w:rPr>
              <w:fldChar w:fldCharType="begin">
                <w:ffData>
                  <w:name w:val="Check8"/>
                  <w:enabled/>
                  <w:calcOnExit w:val="0"/>
                  <w:checkBox>
                    <w:sizeAuto/>
                    <w:default w:val="0"/>
                  </w:checkBox>
                </w:ffData>
              </w:fldChar>
            </w:r>
            <w:r w:rsidR="00930FD4" w:rsidRPr="007605D6">
              <w:rPr>
                <w:bCs/>
                <w:iCs/>
              </w:rPr>
              <w:instrText xml:space="preserve"> FORMCHECKBOX </w:instrText>
            </w:r>
            <w:r w:rsidR="00930FD4" w:rsidRPr="007605D6">
              <w:rPr>
                <w:bCs/>
                <w:iCs/>
              </w:rPr>
            </w:r>
            <w:r w:rsidR="00930FD4" w:rsidRPr="007605D6">
              <w:rPr>
                <w:bCs/>
                <w:iCs/>
              </w:rPr>
              <w:fldChar w:fldCharType="separate"/>
            </w:r>
            <w:r w:rsidR="00930FD4" w:rsidRPr="007605D6">
              <w:rPr>
                <w:bCs/>
                <w:iCs/>
              </w:rPr>
              <w:fldChar w:fldCharType="end"/>
            </w:r>
            <w:r w:rsidR="00930FD4" w:rsidRPr="007605D6">
              <w:rPr>
                <w:bCs/>
                <w:iCs/>
              </w:rPr>
              <w:t xml:space="preserve"> No. Si no es así, explique: </w:t>
            </w:r>
            <w:r w:rsidR="00930FD4" w:rsidRPr="00440DDB">
              <w:rPr>
                <w:rFonts w:ascii="Garamond" w:hAnsi="Garamond" w:cs="Arabic Typesetting"/>
                <w:bCs/>
                <w:iCs/>
              </w:rPr>
              <w:fldChar w:fldCharType="begin">
                <w:ffData>
                  <w:name w:val="Text847"/>
                  <w:enabled/>
                  <w:calcOnExit w:val="0"/>
                  <w:textInput/>
                </w:ffData>
              </w:fldChar>
            </w:r>
            <w:r w:rsidR="00930FD4" w:rsidRPr="00440DDB">
              <w:rPr>
                <w:rFonts w:ascii="Garamond" w:hAnsi="Garamond" w:cs="Arabic Typesetting"/>
                <w:bCs/>
                <w:iCs/>
              </w:rPr>
              <w:instrText xml:space="preserve"> FORMTEXT </w:instrText>
            </w:r>
            <w:r w:rsidR="00930FD4" w:rsidRPr="00440DDB">
              <w:rPr>
                <w:rFonts w:ascii="Garamond" w:hAnsi="Garamond" w:cs="Arabic Typesetting"/>
                <w:bCs/>
                <w:iCs/>
              </w:rPr>
            </w:r>
            <w:r w:rsidR="00930FD4" w:rsidRPr="00440DDB">
              <w:rPr>
                <w:rFonts w:ascii="Garamond" w:hAnsi="Garamond" w:cs="Arabic Typesetting"/>
                <w:bCs/>
                <w:iCs/>
              </w:rPr>
              <w:fldChar w:fldCharType="separate"/>
            </w:r>
            <w:r w:rsidR="00930FD4" w:rsidRPr="007605D6">
              <w:rPr>
                <w:rFonts w:ascii="Garamond" w:hAnsi="Garamond" w:cs="Arabic Typesetting"/>
                <w:bCs/>
                <w:iCs/>
                <w:noProof/>
              </w:rPr>
              <w:t>     </w:t>
            </w:r>
            <w:r w:rsidR="00930FD4" w:rsidRPr="00440DDB">
              <w:rPr>
                <w:rFonts w:ascii="Garamond" w:hAnsi="Garamond" w:cs="Arabic Typesetting"/>
                <w:bCs/>
                <w:iCs/>
              </w:rPr>
              <w:fldChar w:fldCharType="end"/>
            </w:r>
          </w:p>
          <w:p w14:paraId="211D7021" w14:textId="792EF759" w:rsidR="00930FD4" w:rsidRPr="00930FD4" w:rsidDel="0023031A" w:rsidRDefault="00930FD4" w:rsidP="00D43F67">
            <w:pPr>
              <w:pStyle w:val="ListParagraph"/>
              <w:keepNext/>
              <w:pageBreakBefore/>
              <w:ind w:left="360"/>
              <w:contextualSpacing w:val="0"/>
              <w:rPr>
                <w:rFonts w:cs="Arabic Typesetting"/>
                <w:bCs/>
                <w:iCs/>
              </w:rPr>
            </w:pPr>
          </w:p>
        </w:tc>
      </w:tr>
      <w:tr w:rsidR="00A17D96" w:rsidRPr="00930233" w14:paraId="79683C90" w14:textId="77777777" w:rsidTr="00D43F67">
        <w:trPr>
          <w:cantSplit/>
          <w:trHeight w:val="1872"/>
          <w:jc w:val="center"/>
        </w:trPr>
        <w:tc>
          <w:tcPr>
            <w:tcW w:w="10800" w:type="dxa"/>
            <w:gridSpan w:val="2"/>
            <w:tcBorders>
              <w:bottom w:val="nil"/>
            </w:tcBorders>
          </w:tcPr>
          <w:p w14:paraId="0DE7B62E" w14:textId="469F0223" w:rsidR="00A17D96" w:rsidRPr="00930233" w:rsidRDefault="00D84B35" w:rsidP="00D43F67">
            <w:pPr>
              <w:pStyle w:val="ListParagraph"/>
              <w:numPr>
                <w:ilvl w:val="0"/>
                <w:numId w:val="38"/>
              </w:numPr>
              <w:spacing w:before="40" w:after="40"/>
              <w:contextualSpacing w:val="0"/>
              <w:rPr>
                <w:sz w:val="24"/>
                <w:szCs w:val="28"/>
                <w:lang w:val="es-EC"/>
              </w:rPr>
            </w:pPr>
            <w:r w:rsidRPr="00930233">
              <w:rPr>
                <w:b/>
                <w:bCs/>
                <w:sz w:val="24"/>
                <w:szCs w:val="28"/>
                <w:lang w:val="es-EC"/>
              </w:rPr>
              <w:t>DOCUMENTACIÓN DE SEGUIMIENTO DE AUDITORÍA</w:t>
            </w:r>
            <w:r w:rsidR="00930233" w:rsidRPr="00930233">
              <w:rPr>
                <w:b/>
                <w:bCs/>
                <w:sz w:val="24"/>
                <w:szCs w:val="28"/>
                <w:lang w:val="es-EC"/>
              </w:rPr>
              <w:t xml:space="preserve"> </w:t>
            </w:r>
            <w:r w:rsidR="00930233">
              <w:rPr>
                <w:b/>
                <w:bCs/>
                <w:sz w:val="24"/>
                <w:szCs w:val="28"/>
                <w:lang w:val="es-EC"/>
              </w:rPr>
              <w:t>(TRAZABILIDAD)</w:t>
            </w:r>
          </w:p>
          <w:p w14:paraId="01736255" w14:textId="26215C73" w:rsidR="00F5062B" w:rsidRPr="00930233" w:rsidRDefault="00B61545" w:rsidP="00D43F67">
            <w:pPr>
              <w:spacing w:before="80" w:after="80"/>
              <w:rPr>
                <w:i/>
                <w:iCs/>
                <w:lang w:val="es-EC"/>
              </w:rPr>
            </w:pPr>
            <w:r w:rsidRPr="00930233">
              <w:rPr>
                <w:i/>
                <w:iCs/>
                <w:lang w:val="es-EC"/>
              </w:rPr>
              <w:t>Un registro de auditoría es documentación que es suficiente para determinar la fuente, la transferencia de propiedad y el transporte de cualquier producto agrícola orgánico</w:t>
            </w:r>
            <w:r w:rsidR="00E966E2" w:rsidRPr="00930233">
              <w:rPr>
                <w:b/>
                <w:bCs/>
                <w:i/>
                <w:iCs/>
                <w:lang w:val="es-EC"/>
              </w:rPr>
              <w:t xml:space="preserve">. Un registro de auditoría completo generalmente incluye, entre otros, la cosecha de cultivos orgánicos, las actividades de manejo y almacenamiento posteriores a la cosecha, y el transporte y la venta final de los productos orgánicos. </w:t>
            </w:r>
            <w:r w:rsidR="00A65A9E" w:rsidRPr="00930233">
              <w:rPr>
                <w:i/>
                <w:iCs/>
                <w:lang w:val="es-EC"/>
              </w:rPr>
              <w:t>La documentación de seguimiento de auditoría suficiente utilizará fechas, números de lote, nombres de campo, etc. para rastrear los productos orgánicos. Los registros incluyen, entre otros, facturas de compra, registros de cosecha, etiquetas, facturas de ventas, certificados orgánicos, conocimientos de embarque y registros de transporte.</w:t>
            </w:r>
          </w:p>
          <w:p w14:paraId="0CD8EF7D" w14:textId="02C27518" w:rsidR="00F5062B" w:rsidRPr="00930233" w:rsidRDefault="00F5062B" w:rsidP="00D43F67">
            <w:pPr>
              <w:spacing w:before="80" w:after="80"/>
              <w:rPr>
                <w:i/>
                <w:iCs/>
                <w:lang w:val="es-EC"/>
              </w:rPr>
            </w:pPr>
            <w:r w:rsidRPr="00930233">
              <w:rPr>
                <w:i/>
                <w:iCs/>
                <w:lang w:val="es-EC"/>
              </w:rPr>
              <w:t xml:space="preserve">La documentación de la pista de auditoría debe identificar los cultivos/productos como orgánicos cuando corresponda. </w:t>
            </w:r>
          </w:p>
        </w:tc>
      </w:tr>
      <w:tr w:rsidR="00D43F67" w:rsidRPr="00930233" w14:paraId="20CF442F" w14:textId="77777777" w:rsidTr="00D43F67">
        <w:trPr>
          <w:cantSplit/>
          <w:trHeight w:val="1152"/>
          <w:jc w:val="center"/>
        </w:trPr>
        <w:tc>
          <w:tcPr>
            <w:tcW w:w="10800" w:type="dxa"/>
            <w:gridSpan w:val="2"/>
            <w:tcBorders>
              <w:top w:val="nil"/>
              <w:bottom w:val="single" w:sz="4" w:space="0" w:color="auto"/>
            </w:tcBorders>
          </w:tcPr>
          <w:p w14:paraId="3F842308" w14:textId="77777777" w:rsidR="00D43F67" w:rsidRPr="00C55D66" w:rsidRDefault="00D43F67" w:rsidP="00D43F67">
            <w:pPr>
              <w:pStyle w:val="ListParagraph"/>
              <w:numPr>
                <w:ilvl w:val="0"/>
                <w:numId w:val="39"/>
              </w:numPr>
              <w:spacing w:before="40" w:after="40"/>
              <w:contextualSpacing w:val="0"/>
              <w:rPr>
                <w:bCs/>
                <w:lang w:val="es-EC"/>
              </w:rPr>
            </w:pPr>
            <w:r w:rsidRPr="00930233">
              <w:rPr>
                <w:bCs/>
                <w:lang w:val="es-EC"/>
              </w:rPr>
              <w:lastRenderedPageBreak/>
              <w:t xml:space="preserve">¿Cómo se asegura de mantener la documentación de seguimiento de auditoría que sea suficiente para determinar la fuente, la transferencia de propiedad y el transporte de los productos orgánicos? </w:t>
            </w:r>
            <w:r w:rsidRPr="00E927E7">
              <w:rPr>
                <w:rFonts w:ascii="Garamond" w:hAnsi="Garamond" w:cs="Arabic Typesetting"/>
                <w:bCs/>
                <w:iCs/>
              </w:rPr>
              <w:fldChar w:fldCharType="begin">
                <w:ffData>
                  <w:name w:val="Text847"/>
                  <w:enabled/>
                  <w:calcOnExit w:val="0"/>
                  <w:textInput/>
                </w:ffData>
              </w:fldChar>
            </w:r>
            <w:r w:rsidRPr="00930233">
              <w:rPr>
                <w:rFonts w:ascii="Garamond" w:hAnsi="Garamond" w:cs="Arabic Typesetting"/>
                <w:bCs/>
                <w:iCs/>
                <w:lang w:val="es-EC"/>
              </w:rPr>
              <w:instrText xml:space="preserve"> FORMTEXT </w:instrText>
            </w:r>
            <w:r w:rsidRPr="00E927E7">
              <w:rPr>
                <w:rFonts w:ascii="Garamond" w:hAnsi="Garamond" w:cs="Arabic Typesetting"/>
                <w:bCs/>
                <w:iCs/>
              </w:rPr>
            </w:r>
            <w:r w:rsidRPr="00E927E7">
              <w:rPr>
                <w:rFonts w:ascii="Garamond" w:hAnsi="Garamond" w:cs="Arabic Typesetting"/>
                <w:bCs/>
                <w:iCs/>
              </w:rPr>
              <w:fldChar w:fldCharType="separate"/>
            </w:r>
            <w:r w:rsidRPr="00930233">
              <w:rPr>
                <w:rFonts w:ascii="Garamond" w:hAnsi="Garamond" w:cs="Arabic Typesetting"/>
                <w:bCs/>
                <w:iCs/>
                <w:noProof/>
                <w:lang w:val="es-EC"/>
              </w:rPr>
              <w:t>     </w:t>
            </w:r>
            <w:r w:rsidRPr="00E927E7">
              <w:rPr>
                <w:rFonts w:ascii="Garamond" w:hAnsi="Garamond" w:cs="Arabic Typesetting"/>
                <w:bCs/>
                <w:iCs/>
              </w:rPr>
              <w:fldChar w:fldCharType="end"/>
            </w:r>
          </w:p>
          <w:p w14:paraId="17A3ABD0" w14:textId="77777777" w:rsidR="00C55D66" w:rsidRDefault="00C55D66" w:rsidP="00C55D66">
            <w:pPr>
              <w:spacing w:before="40" w:after="40"/>
              <w:rPr>
                <w:bCs/>
                <w:lang w:val="es-EC"/>
              </w:rPr>
            </w:pPr>
          </w:p>
          <w:p w14:paraId="6B7E6CCB" w14:textId="77777777" w:rsidR="00C55D66" w:rsidRDefault="00C55D66" w:rsidP="00C55D66">
            <w:pPr>
              <w:spacing w:before="40" w:after="40"/>
              <w:rPr>
                <w:bCs/>
                <w:lang w:val="es-EC"/>
              </w:rPr>
            </w:pPr>
          </w:p>
          <w:p w14:paraId="3AF1F15F" w14:textId="77777777" w:rsidR="00C55D66" w:rsidRDefault="00C55D66" w:rsidP="00C55D66">
            <w:pPr>
              <w:spacing w:before="40" w:after="40"/>
              <w:rPr>
                <w:bCs/>
                <w:lang w:val="es-EC"/>
              </w:rPr>
            </w:pPr>
          </w:p>
          <w:p w14:paraId="2DBF94E3" w14:textId="77777777" w:rsidR="00C55D66" w:rsidRPr="00C55D66" w:rsidRDefault="00C55D66" w:rsidP="00C55D66">
            <w:pPr>
              <w:spacing w:before="40" w:after="40"/>
              <w:rPr>
                <w:bCs/>
                <w:lang w:val="es-EC"/>
              </w:rPr>
            </w:pPr>
          </w:p>
          <w:p w14:paraId="0D68F629" w14:textId="77777777" w:rsidR="00022C78" w:rsidRPr="005411D4" w:rsidRDefault="00022C78" w:rsidP="00022C78">
            <w:pPr>
              <w:pStyle w:val="ListParagraph"/>
              <w:pageBreakBefore/>
              <w:numPr>
                <w:ilvl w:val="0"/>
                <w:numId w:val="39"/>
              </w:numPr>
              <w:spacing w:after="120"/>
              <w:contextualSpacing w:val="0"/>
              <w:rPr>
                <w:b/>
              </w:rPr>
            </w:pPr>
            <w:r w:rsidRPr="00930233">
              <w:rPr>
                <w:iCs/>
                <w:lang w:val="es-EC"/>
              </w:rPr>
              <w:t xml:space="preserve">¿La documentación de su registro de auditoría identifica los productos agrícolas como "100% orgánicos" u "orgánicos"?     </w:t>
            </w:r>
            <w:r w:rsidRPr="007605D6">
              <w:rPr>
                <w:bCs/>
                <w:iCs/>
              </w:rPr>
              <w:fldChar w:fldCharType="begin">
                <w:ffData>
                  <w:name w:val="Check7"/>
                  <w:enabled/>
                  <w:calcOnExit w:val="0"/>
                  <w:checkBox>
                    <w:sizeAuto/>
                    <w:default w:val="0"/>
                  </w:checkBox>
                </w:ffData>
              </w:fldChar>
            </w:r>
            <w:r w:rsidRPr="00930233">
              <w:rPr>
                <w:bCs/>
                <w:iCs/>
                <w:lang w:val="es-EC"/>
              </w:rPr>
              <w:instrText xml:space="preserve"> FORMCHECKBOX </w:instrText>
            </w:r>
            <w:r w:rsidRPr="007605D6">
              <w:rPr>
                <w:bCs/>
                <w:iCs/>
              </w:rPr>
            </w:r>
            <w:r w:rsidRPr="007605D6">
              <w:rPr>
                <w:bCs/>
                <w:iCs/>
              </w:rPr>
              <w:fldChar w:fldCharType="separate"/>
            </w:r>
            <w:r w:rsidRPr="007605D6">
              <w:rPr>
                <w:bCs/>
                <w:iCs/>
              </w:rPr>
              <w:fldChar w:fldCharType="end"/>
            </w:r>
            <w:r w:rsidRPr="00930233">
              <w:rPr>
                <w:bCs/>
                <w:iCs/>
                <w:lang w:val="es-EC"/>
              </w:rPr>
              <w:t xml:space="preserve"> </w:t>
            </w:r>
            <w:r w:rsidRPr="007605D6">
              <w:rPr>
                <w:bCs/>
                <w:iCs/>
              </w:rPr>
              <w:t xml:space="preserve">Sí     </w:t>
            </w:r>
            <w:r w:rsidRPr="007605D6">
              <w:rPr>
                <w:bCs/>
                <w:iCs/>
              </w:rPr>
              <w:fldChar w:fldCharType="begin">
                <w:ffData>
                  <w:name w:val="Check8"/>
                  <w:enabled/>
                  <w:calcOnExit w:val="0"/>
                  <w:checkBox>
                    <w:sizeAuto/>
                    <w:default w:val="0"/>
                  </w:checkBox>
                </w:ffData>
              </w:fldChar>
            </w:r>
            <w:r w:rsidRPr="007605D6">
              <w:rPr>
                <w:bCs/>
                <w:iCs/>
              </w:rPr>
              <w:instrText xml:space="preserve"> FORMCHECKBOX </w:instrText>
            </w:r>
            <w:r w:rsidRPr="007605D6">
              <w:rPr>
                <w:bCs/>
                <w:iCs/>
              </w:rPr>
            </w:r>
            <w:r w:rsidRPr="007605D6">
              <w:rPr>
                <w:bCs/>
                <w:iCs/>
              </w:rPr>
              <w:fldChar w:fldCharType="separate"/>
            </w:r>
            <w:r w:rsidRPr="007605D6">
              <w:rPr>
                <w:bCs/>
                <w:iCs/>
              </w:rPr>
              <w:fldChar w:fldCharType="end"/>
            </w:r>
            <w:r w:rsidRPr="007605D6">
              <w:rPr>
                <w:bCs/>
                <w:iCs/>
              </w:rPr>
              <w:t xml:space="preserve"> No</w:t>
            </w:r>
          </w:p>
          <w:p w14:paraId="4F58F407" w14:textId="77777777" w:rsidR="00022C78" w:rsidRPr="00930233" w:rsidRDefault="00022C78" w:rsidP="00022C78">
            <w:pPr>
              <w:pStyle w:val="ListParagraph"/>
              <w:numPr>
                <w:ilvl w:val="0"/>
                <w:numId w:val="39"/>
              </w:numPr>
              <w:contextualSpacing w:val="0"/>
              <w:rPr>
                <w:iCs/>
                <w:lang w:val="es-EC"/>
              </w:rPr>
            </w:pPr>
            <w:r w:rsidRPr="00930233">
              <w:rPr>
                <w:iCs/>
                <w:lang w:val="es-EC"/>
              </w:rPr>
              <w:t xml:space="preserve">¿Cómo rastrean sus registros los productos agrícolas orgánicos desde el campo de producción hasta la cosecha, el manejo posterior a la cosecha, el almacenamiento, el transporte y la venta? </w:t>
            </w:r>
            <w:r w:rsidRPr="00930233">
              <w:rPr>
                <w:iCs/>
                <w:lang w:val="es-EC"/>
              </w:rPr>
              <w:br/>
            </w:r>
            <w:r w:rsidRPr="004C7045">
              <w:rPr>
                <w:iCs/>
              </w:rPr>
              <w:fldChar w:fldCharType="begin">
                <w:ffData>
                  <w:name w:val="Check8"/>
                  <w:enabled/>
                  <w:calcOnExit w:val="0"/>
                  <w:checkBox>
                    <w:sizeAuto/>
                    <w:default w:val="0"/>
                  </w:checkBox>
                </w:ffData>
              </w:fldChar>
            </w:r>
            <w:r w:rsidRPr="00930233">
              <w:rPr>
                <w:iCs/>
                <w:lang w:val="es-EC"/>
              </w:rPr>
              <w:instrText xml:space="preserve"> FORMCHECKBOX </w:instrText>
            </w:r>
            <w:r w:rsidRPr="004C7045">
              <w:rPr>
                <w:iCs/>
              </w:rPr>
            </w:r>
            <w:r w:rsidRPr="004C7045">
              <w:rPr>
                <w:iCs/>
              </w:rPr>
              <w:fldChar w:fldCharType="separate"/>
            </w:r>
            <w:r w:rsidRPr="004C7045">
              <w:rPr>
                <w:iCs/>
              </w:rPr>
              <w:fldChar w:fldCharType="end"/>
            </w:r>
            <w:r w:rsidRPr="00930233">
              <w:rPr>
                <w:iCs/>
                <w:lang w:val="es-EC"/>
              </w:rPr>
              <w:t xml:space="preserve"> Números de lote     </w:t>
            </w:r>
            <w:r w:rsidRPr="004C7045">
              <w:rPr>
                <w:iCs/>
              </w:rPr>
              <w:fldChar w:fldCharType="begin">
                <w:ffData>
                  <w:name w:val="Check8"/>
                  <w:enabled/>
                  <w:calcOnExit w:val="0"/>
                  <w:checkBox>
                    <w:sizeAuto/>
                    <w:default w:val="0"/>
                  </w:checkBox>
                </w:ffData>
              </w:fldChar>
            </w:r>
            <w:r w:rsidRPr="00930233">
              <w:rPr>
                <w:iCs/>
                <w:lang w:val="es-EC"/>
              </w:rPr>
              <w:instrText xml:space="preserve"> FORMCHECKBOX </w:instrText>
            </w:r>
            <w:r w:rsidRPr="004C7045">
              <w:rPr>
                <w:iCs/>
              </w:rPr>
            </w:r>
            <w:r w:rsidRPr="004C7045">
              <w:rPr>
                <w:iCs/>
              </w:rPr>
              <w:fldChar w:fldCharType="separate"/>
            </w:r>
            <w:r w:rsidRPr="004C7045">
              <w:rPr>
                <w:iCs/>
              </w:rPr>
              <w:fldChar w:fldCharType="end"/>
            </w:r>
            <w:r w:rsidRPr="00930233">
              <w:rPr>
                <w:iCs/>
                <w:lang w:val="es-EC"/>
              </w:rPr>
              <w:t xml:space="preserve"> Números o nombres de campo     </w:t>
            </w:r>
            <w:r w:rsidRPr="004C7045">
              <w:rPr>
                <w:iCs/>
              </w:rPr>
              <w:fldChar w:fldCharType="begin">
                <w:ffData>
                  <w:name w:val="Check8"/>
                  <w:enabled/>
                  <w:calcOnExit w:val="0"/>
                  <w:checkBox>
                    <w:sizeAuto/>
                    <w:default w:val="0"/>
                  </w:checkBox>
                </w:ffData>
              </w:fldChar>
            </w:r>
            <w:r w:rsidRPr="00930233">
              <w:rPr>
                <w:iCs/>
                <w:lang w:val="es-EC"/>
              </w:rPr>
              <w:instrText xml:space="preserve"> FORMCHECKBOX </w:instrText>
            </w:r>
            <w:r w:rsidRPr="004C7045">
              <w:rPr>
                <w:iCs/>
              </w:rPr>
            </w:r>
            <w:r w:rsidRPr="004C7045">
              <w:rPr>
                <w:iCs/>
              </w:rPr>
              <w:fldChar w:fldCharType="separate"/>
            </w:r>
            <w:r w:rsidRPr="004C7045">
              <w:rPr>
                <w:iCs/>
              </w:rPr>
              <w:fldChar w:fldCharType="end"/>
            </w:r>
            <w:r w:rsidRPr="00930233">
              <w:rPr>
                <w:iCs/>
                <w:lang w:val="es-EC"/>
              </w:rPr>
              <w:t xml:space="preserve"> Otros: Describa: </w:t>
            </w:r>
            <w:r w:rsidRPr="004C7045">
              <w:rPr>
                <w:rFonts w:ascii="Garamond" w:hAnsi="Garamond" w:cs="Arabic Typesetting"/>
                <w:bCs/>
                <w:iCs/>
              </w:rPr>
              <w:fldChar w:fldCharType="begin">
                <w:ffData>
                  <w:name w:val="Text847"/>
                  <w:enabled/>
                  <w:calcOnExit w:val="0"/>
                  <w:textInput/>
                </w:ffData>
              </w:fldChar>
            </w:r>
            <w:r w:rsidRPr="00930233">
              <w:rPr>
                <w:rFonts w:ascii="Garamond" w:hAnsi="Garamond" w:cs="Arabic Typesetting"/>
                <w:bCs/>
                <w:iCs/>
                <w:lang w:val="es-EC"/>
              </w:rPr>
              <w:instrText xml:space="preserve"> FORMTEXT </w:instrText>
            </w:r>
            <w:r w:rsidRPr="004C7045">
              <w:rPr>
                <w:rFonts w:ascii="Garamond" w:hAnsi="Garamond" w:cs="Arabic Typesetting"/>
                <w:bCs/>
                <w:iCs/>
              </w:rPr>
            </w:r>
            <w:r w:rsidRPr="004C7045">
              <w:rPr>
                <w:rFonts w:ascii="Garamond" w:hAnsi="Garamond" w:cs="Arabic Typesetting"/>
                <w:bCs/>
                <w:iCs/>
              </w:rPr>
              <w:fldChar w:fldCharType="separate"/>
            </w:r>
            <w:r w:rsidRPr="00930233">
              <w:rPr>
                <w:rFonts w:ascii="Garamond" w:hAnsi="Garamond" w:cs="Arabic Typesetting"/>
                <w:noProof/>
                <w:lang w:val="es-EC"/>
              </w:rPr>
              <w:t>     </w:t>
            </w:r>
            <w:r w:rsidRPr="004C7045">
              <w:rPr>
                <w:rFonts w:ascii="Garamond" w:hAnsi="Garamond" w:cs="Arabic Typesetting"/>
                <w:bCs/>
                <w:iCs/>
              </w:rPr>
              <w:fldChar w:fldCharType="end"/>
            </w:r>
          </w:p>
          <w:p w14:paraId="113E38DE" w14:textId="77777777" w:rsidR="00022C78" w:rsidRPr="00022C78" w:rsidRDefault="00022C78" w:rsidP="00022C78">
            <w:pPr>
              <w:pStyle w:val="ListParagraph"/>
              <w:numPr>
                <w:ilvl w:val="1"/>
                <w:numId w:val="39"/>
              </w:numPr>
              <w:spacing w:before="40" w:after="40"/>
              <w:contextualSpacing w:val="0"/>
              <w:rPr>
                <w:bCs/>
                <w:lang w:val="es-EC"/>
              </w:rPr>
            </w:pPr>
            <w:r w:rsidRPr="00930233">
              <w:rPr>
                <w:rFonts w:cs="Arabic Typesetting"/>
                <w:iCs/>
                <w:lang w:val="es-EC"/>
              </w:rPr>
              <w:t>Si utiliza números de lote, describa a continuación el sistema de numeración de lotes utilizado para vincular su registro de auditoría y realizar un seguimiento de los cultivos/productos orgánicos.</w:t>
            </w:r>
            <w:r w:rsidRPr="00930233">
              <w:rPr>
                <w:rFonts w:cs="Arabic Typesetting"/>
                <w:iCs/>
                <w:lang w:val="es-EC"/>
              </w:rPr>
              <w:br/>
            </w:r>
            <w:r w:rsidRPr="004C7045">
              <w:rPr>
                <w:i/>
              </w:rPr>
              <w:fldChar w:fldCharType="begin">
                <w:ffData>
                  <w:name w:val="Check8"/>
                  <w:enabled/>
                  <w:calcOnExit w:val="0"/>
                  <w:checkBox>
                    <w:sizeAuto/>
                    <w:default w:val="0"/>
                  </w:checkBox>
                </w:ffData>
              </w:fldChar>
            </w:r>
            <w:r w:rsidRPr="00930233">
              <w:rPr>
                <w:i/>
                <w:lang w:val="es-EC"/>
              </w:rPr>
              <w:instrText xml:space="preserve"> FORMCHECKBOX </w:instrText>
            </w:r>
            <w:r w:rsidRPr="004C7045">
              <w:rPr>
                <w:i/>
              </w:rPr>
            </w:r>
            <w:r w:rsidRPr="004C7045">
              <w:rPr>
                <w:i/>
              </w:rPr>
              <w:fldChar w:fldCharType="separate"/>
            </w:r>
            <w:r w:rsidRPr="004C7045">
              <w:rPr>
                <w:i/>
              </w:rPr>
              <w:fldChar w:fldCharType="end"/>
            </w:r>
            <w:r w:rsidRPr="00930233">
              <w:rPr>
                <w:i/>
                <w:lang w:val="es-EC"/>
              </w:rPr>
              <w:t xml:space="preserve"> </w:t>
            </w:r>
            <w:r w:rsidRPr="004C7045">
              <w:rPr>
                <w:i/>
              </w:rPr>
              <w:t>N/A, no utilizo números de lote</w:t>
            </w:r>
          </w:p>
          <w:p w14:paraId="36B1D449" w14:textId="77777777" w:rsidR="00022C78" w:rsidRPr="00022C78" w:rsidRDefault="00022C78" w:rsidP="00022C78">
            <w:pPr>
              <w:pStyle w:val="ListParagraph"/>
              <w:spacing w:before="40" w:after="40"/>
              <w:ind w:left="1080"/>
              <w:contextualSpacing w:val="0"/>
              <w:rPr>
                <w:bCs/>
                <w:lang w:val="es-EC"/>
              </w:rPr>
            </w:pPr>
          </w:p>
          <w:tbl>
            <w:tblPr>
              <w:tblStyle w:val="TableGrid"/>
              <w:tblW w:w="8640" w:type="dxa"/>
              <w:jc w:val="center"/>
              <w:tblLook w:val="04A0" w:firstRow="1" w:lastRow="0" w:firstColumn="1" w:lastColumn="0" w:noHBand="0" w:noVBand="1"/>
            </w:tblPr>
            <w:tblGrid>
              <w:gridCol w:w="1743"/>
              <w:gridCol w:w="1118"/>
              <w:gridCol w:w="2006"/>
              <w:gridCol w:w="1323"/>
              <w:gridCol w:w="2450"/>
            </w:tblGrid>
            <w:tr w:rsidR="00022C78" w:rsidRPr="00930233" w14:paraId="0E0D6E6C" w14:textId="77777777" w:rsidTr="00172D66">
              <w:trPr>
                <w:jc w:val="center"/>
              </w:trPr>
              <w:tc>
                <w:tcPr>
                  <w:tcW w:w="9494" w:type="dxa"/>
                  <w:gridSpan w:val="5"/>
                  <w:shd w:val="clear" w:color="auto" w:fill="D9D9D9" w:themeFill="background1" w:themeFillShade="D9"/>
                  <w:vAlign w:val="bottom"/>
                </w:tcPr>
                <w:p w14:paraId="00170452" w14:textId="77777777" w:rsidR="00022C78" w:rsidRPr="00930233" w:rsidRDefault="00022C78" w:rsidP="00022C78">
                  <w:pPr>
                    <w:pStyle w:val="ListParagraph"/>
                    <w:spacing w:before="40" w:after="40"/>
                    <w:ind w:left="0"/>
                    <w:contextualSpacing w:val="0"/>
                    <w:rPr>
                      <w:b/>
                      <w:bCs/>
                      <w:i/>
                      <w:lang w:val="es-EC"/>
                    </w:rPr>
                  </w:pPr>
                  <w:r w:rsidRPr="00930233">
                    <w:rPr>
                      <w:b/>
                      <w:bCs/>
                      <w:i/>
                      <w:lang w:val="es-EC"/>
                    </w:rPr>
                    <w:t>EJEMPLO: Número de lote: 24281O06</w:t>
                  </w:r>
                </w:p>
              </w:tc>
            </w:tr>
            <w:tr w:rsidR="00022C78" w14:paraId="119810F8" w14:textId="77777777" w:rsidTr="00172D66">
              <w:trPr>
                <w:jc w:val="center"/>
              </w:trPr>
              <w:tc>
                <w:tcPr>
                  <w:tcW w:w="1898" w:type="dxa"/>
                  <w:shd w:val="clear" w:color="auto" w:fill="D9D9D9" w:themeFill="background1" w:themeFillShade="D9"/>
                  <w:vAlign w:val="bottom"/>
                </w:tcPr>
                <w:p w14:paraId="3451D44B" w14:textId="77777777" w:rsidR="00022C78" w:rsidRDefault="00022C78" w:rsidP="00022C78">
                  <w:pPr>
                    <w:pStyle w:val="ListParagraph"/>
                    <w:spacing w:before="40" w:after="40"/>
                    <w:ind w:left="0"/>
                    <w:contextualSpacing w:val="0"/>
                    <w:rPr>
                      <w:i/>
                    </w:rPr>
                  </w:pPr>
                  <w:r w:rsidRPr="00C87F05">
                    <w:rPr>
                      <w:b/>
                      <w:bCs/>
                      <w:i/>
                    </w:rPr>
                    <w:t>Código</w:t>
                  </w:r>
                  <w:r>
                    <w:rPr>
                      <w:i/>
                    </w:rPr>
                    <w:t>:</w:t>
                  </w:r>
                </w:p>
              </w:tc>
              <w:tc>
                <w:tcPr>
                  <w:tcW w:w="1227" w:type="dxa"/>
                  <w:shd w:val="clear" w:color="auto" w:fill="D9D9D9" w:themeFill="background1" w:themeFillShade="D9"/>
                  <w:vAlign w:val="bottom"/>
                </w:tcPr>
                <w:p w14:paraId="424A0513" w14:textId="77777777" w:rsidR="00022C78" w:rsidRPr="00C84B1D" w:rsidRDefault="00022C78" w:rsidP="00022C78">
                  <w:pPr>
                    <w:pStyle w:val="ListParagraph"/>
                    <w:spacing w:before="40" w:after="40"/>
                    <w:ind w:left="0"/>
                    <w:contextualSpacing w:val="0"/>
                    <w:rPr>
                      <w:iCs/>
                    </w:rPr>
                  </w:pPr>
                  <w:r w:rsidRPr="00C84B1D">
                    <w:rPr>
                      <w:iCs/>
                    </w:rPr>
                    <w:t>24</w:t>
                  </w:r>
                </w:p>
              </w:tc>
              <w:tc>
                <w:tcPr>
                  <w:tcW w:w="2250" w:type="dxa"/>
                  <w:shd w:val="clear" w:color="auto" w:fill="D9D9D9" w:themeFill="background1" w:themeFillShade="D9"/>
                  <w:vAlign w:val="bottom"/>
                </w:tcPr>
                <w:p w14:paraId="2CB18AA3" w14:textId="77777777" w:rsidR="00022C78" w:rsidRPr="00C84B1D" w:rsidRDefault="00022C78" w:rsidP="00022C78">
                  <w:pPr>
                    <w:pStyle w:val="ListParagraph"/>
                    <w:spacing w:before="40" w:after="40"/>
                    <w:ind w:left="0"/>
                    <w:contextualSpacing w:val="0"/>
                    <w:rPr>
                      <w:iCs/>
                    </w:rPr>
                  </w:pPr>
                  <w:r w:rsidRPr="00C84B1D">
                    <w:rPr>
                      <w:iCs/>
                    </w:rPr>
                    <w:t>281</w:t>
                  </w:r>
                </w:p>
              </w:tc>
              <w:tc>
                <w:tcPr>
                  <w:tcW w:w="1350" w:type="dxa"/>
                  <w:shd w:val="clear" w:color="auto" w:fill="D9D9D9" w:themeFill="background1" w:themeFillShade="D9"/>
                  <w:vAlign w:val="bottom"/>
                </w:tcPr>
                <w:p w14:paraId="322055CC" w14:textId="77777777" w:rsidR="00022C78" w:rsidRPr="00C84B1D" w:rsidRDefault="00022C78" w:rsidP="00022C78">
                  <w:pPr>
                    <w:pStyle w:val="ListParagraph"/>
                    <w:spacing w:before="40" w:after="40"/>
                    <w:ind w:left="0"/>
                    <w:contextualSpacing w:val="0"/>
                    <w:rPr>
                      <w:iCs/>
                    </w:rPr>
                  </w:pPr>
                  <w:r w:rsidRPr="00C84B1D">
                    <w:rPr>
                      <w:iCs/>
                    </w:rPr>
                    <w:t>O</w:t>
                  </w:r>
                </w:p>
              </w:tc>
              <w:tc>
                <w:tcPr>
                  <w:tcW w:w="2769" w:type="dxa"/>
                  <w:shd w:val="clear" w:color="auto" w:fill="D9D9D9" w:themeFill="background1" w:themeFillShade="D9"/>
                  <w:vAlign w:val="bottom"/>
                </w:tcPr>
                <w:p w14:paraId="1D8850FF" w14:textId="77777777" w:rsidR="00022C78" w:rsidRPr="00C84B1D" w:rsidRDefault="00022C78" w:rsidP="00022C78">
                  <w:pPr>
                    <w:pStyle w:val="ListParagraph"/>
                    <w:spacing w:before="40" w:after="40"/>
                    <w:ind w:left="0"/>
                    <w:contextualSpacing w:val="0"/>
                    <w:rPr>
                      <w:iCs/>
                    </w:rPr>
                  </w:pPr>
                  <w:r w:rsidRPr="00C84B1D">
                    <w:rPr>
                      <w:iCs/>
                    </w:rPr>
                    <w:t>06</w:t>
                  </w:r>
                </w:p>
              </w:tc>
            </w:tr>
            <w:tr w:rsidR="00022C78" w:rsidRPr="00930233" w14:paraId="0FABF431" w14:textId="77777777" w:rsidTr="00172D66">
              <w:trPr>
                <w:jc w:val="center"/>
              </w:trPr>
              <w:tc>
                <w:tcPr>
                  <w:tcW w:w="1898" w:type="dxa"/>
                  <w:shd w:val="clear" w:color="auto" w:fill="D9D9D9" w:themeFill="background1" w:themeFillShade="D9"/>
                  <w:vAlign w:val="bottom"/>
                </w:tcPr>
                <w:p w14:paraId="11CFB4C4" w14:textId="77777777" w:rsidR="00022C78" w:rsidRPr="00C87F05" w:rsidRDefault="00022C78" w:rsidP="00022C78">
                  <w:pPr>
                    <w:pStyle w:val="ListParagraph"/>
                    <w:spacing w:before="40" w:after="40"/>
                    <w:ind w:left="0"/>
                    <w:contextualSpacing w:val="0"/>
                    <w:rPr>
                      <w:b/>
                      <w:bCs/>
                      <w:i/>
                    </w:rPr>
                  </w:pPr>
                  <w:r w:rsidRPr="00C87F05">
                    <w:rPr>
                      <w:b/>
                      <w:bCs/>
                      <w:i/>
                    </w:rPr>
                    <w:t>Significa:</w:t>
                  </w:r>
                </w:p>
              </w:tc>
              <w:tc>
                <w:tcPr>
                  <w:tcW w:w="1227" w:type="dxa"/>
                  <w:shd w:val="clear" w:color="auto" w:fill="D9D9D9" w:themeFill="background1" w:themeFillShade="D9"/>
                  <w:vAlign w:val="bottom"/>
                </w:tcPr>
                <w:p w14:paraId="68567F4B" w14:textId="77777777" w:rsidR="00022C78" w:rsidRPr="00C84B1D" w:rsidRDefault="00022C78" w:rsidP="00022C78">
                  <w:pPr>
                    <w:pStyle w:val="ListParagraph"/>
                    <w:spacing w:before="40" w:after="40"/>
                    <w:ind w:left="0"/>
                    <w:contextualSpacing w:val="0"/>
                    <w:rPr>
                      <w:iCs/>
                    </w:rPr>
                  </w:pPr>
                  <w:r w:rsidRPr="00C84B1D">
                    <w:rPr>
                      <w:iCs/>
                    </w:rPr>
                    <w:t>Año: 2024</w:t>
                  </w:r>
                </w:p>
              </w:tc>
              <w:tc>
                <w:tcPr>
                  <w:tcW w:w="2250" w:type="dxa"/>
                  <w:shd w:val="clear" w:color="auto" w:fill="D9D9D9" w:themeFill="background1" w:themeFillShade="D9"/>
                  <w:vAlign w:val="bottom"/>
                </w:tcPr>
                <w:p w14:paraId="595E5402" w14:textId="77777777" w:rsidR="00022C78" w:rsidRPr="00930233" w:rsidRDefault="00022C78" w:rsidP="00022C78">
                  <w:pPr>
                    <w:pStyle w:val="ListParagraph"/>
                    <w:spacing w:before="40" w:after="40"/>
                    <w:ind w:left="0"/>
                    <w:contextualSpacing w:val="0"/>
                    <w:rPr>
                      <w:iCs/>
                      <w:lang w:val="es-EC"/>
                    </w:rPr>
                  </w:pPr>
                  <w:r w:rsidRPr="00930233">
                    <w:rPr>
                      <w:iCs/>
                      <w:lang w:val="es-EC"/>
                    </w:rPr>
                    <w:t>Fecha juliana de la cosecha</w:t>
                  </w:r>
                </w:p>
              </w:tc>
              <w:tc>
                <w:tcPr>
                  <w:tcW w:w="1350" w:type="dxa"/>
                  <w:shd w:val="clear" w:color="auto" w:fill="D9D9D9" w:themeFill="background1" w:themeFillShade="D9"/>
                  <w:vAlign w:val="bottom"/>
                </w:tcPr>
                <w:p w14:paraId="12C9C2EC" w14:textId="77777777" w:rsidR="00022C78" w:rsidRPr="00C84B1D" w:rsidRDefault="00022C78" w:rsidP="00022C78">
                  <w:pPr>
                    <w:pStyle w:val="ListParagraph"/>
                    <w:spacing w:before="40" w:after="40"/>
                    <w:ind w:left="0"/>
                    <w:contextualSpacing w:val="0"/>
                    <w:rPr>
                      <w:iCs/>
                    </w:rPr>
                  </w:pPr>
                  <w:r w:rsidRPr="00C84B1D">
                    <w:rPr>
                      <w:iCs/>
                    </w:rPr>
                    <w:t>ORGÁNICO</w:t>
                  </w:r>
                </w:p>
              </w:tc>
              <w:tc>
                <w:tcPr>
                  <w:tcW w:w="2769" w:type="dxa"/>
                  <w:shd w:val="clear" w:color="auto" w:fill="D9D9D9" w:themeFill="background1" w:themeFillShade="D9"/>
                  <w:vAlign w:val="bottom"/>
                </w:tcPr>
                <w:p w14:paraId="61478451" w14:textId="77777777" w:rsidR="00022C78" w:rsidRPr="00930233" w:rsidRDefault="00022C78" w:rsidP="00022C78">
                  <w:pPr>
                    <w:pStyle w:val="ListParagraph"/>
                    <w:spacing w:before="40" w:after="40"/>
                    <w:ind w:left="0"/>
                    <w:contextualSpacing w:val="0"/>
                    <w:rPr>
                      <w:iCs/>
                      <w:lang w:val="es-EC"/>
                    </w:rPr>
                  </w:pPr>
                  <w:r w:rsidRPr="00930233">
                    <w:rPr>
                      <w:iCs/>
                      <w:lang w:val="es-EC"/>
                    </w:rPr>
                    <w:t>Número de campo/ID de parcela</w:t>
                  </w:r>
                </w:p>
              </w:tc>
            </w:tr>
          </w:tbl>
          <w:p w14:paraId="2FAAD7C2" w14:textId="77777777" w:rsidR="00022C78" w:rsidRDefault="00022C78" w:rsidP="00022C78">
            <w:pPr>
              <w:spacing w:before="40" w:after="40"/>
              <w:rPr>
                <w:bCs/>
                <w:lang w:val="es-EC"/>
              </w:rPr>
            </w:pPr>
          </w:p>
          <w:tbl>
            <w:tblPr>
              <w:tblStyle w:val="TableGrid"/>
              <w:tblW w:w="8640" w:type="dxa"/>
              <w:jc w:val="center"/>
              <w:tblLook w:val="04A0" w:firstRow="1" w:lastRow="0" w:firstColumn="1" w:lastColumn="0" w:noHBand="0" w:noVBand="1"/>
            </w:tblPr>
            <w:tblGrid>
              <w:gridCol w:w="1761"/>
              <w:gridCol w:w="1154"/>
              <w:gridCol w:w="2015"/>
              <w:gridCol w:w="1258"/>
              <w:gridCol w:w="2452"/>
            </w:tblGrid>
            <w:tr w:rsidR="00022C78" w14:paraId="2895A779" w14:textId="77777777" w:rsidTr="00172D66">
              <w:trPr>
                <w:jc w:val="center"/>
              </w:trPr>
              <w:tc>
                <w:tcPr>
                  <w:tcW w:w="9494" w:type="dxa"/>
                  <w:gridSpan w:val="5"/>
                  <w:shd w:val="clear" w:color="auto" w:fill="FFFFFF" w:themeFill="background1"/>
                  <w:vAlign w:val="bottom"/>
                </w:tcPr>
                <w:p w14:paraId="4824030B" w14:textId="77777777" w:rsidR="00022C78" w:rsidRPr="00C87F05" w:rsidRDefault="00022C78" w:rsidP="00022C78">
                  <w:pPr>
                    <w:pStyle w:val="ListParagraph"/>
                    <w:spacing w:before="40" w:after="40"/>
                    <w:ind w:left="0"/>
                    <w:contextualSpacing w:val="0"/>
                    <w:rPr>
                      <w:b/>
                      <w:bCs/>
                      <w:i/>
                    </w:rPr>
                  </w:pPr>
                  <w:r>
                    <w:rPr>
                      <w:b/>
                      <w:bCs/>
                      <w:i/>
                    </w:rPr>
                    <w:t xml:space="preserve">Número de lote: </w:t>
                  </w: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4574">
                    <w:rPr>
                      <w:rFonts w:ascii="Garamond" w:hAnsi="Garamond" w:cs="Arabic Typesetting"/>
                      <w:bCs/>
                      <w:iCs/>
                    </w:rPr>
                    <w:fldChar w:fldCharType="end"/>
                  </w:r>
                </w:p>
              </w:tc>
            </w:tr>
            <w:tr w:rsidR="00022C78" w14:paraId="2AB61937" w14:textId="77777777" w:rsidTr="00172D66">
              <w:trPr>
                <w:jc w:val="center"/>
              </w:trPr>
              <w:tc>
                <w:tcPr>
                  <w:tcW w:w="1898" w:type="dxa"/>
                  <w:shd w:val="clear" w:color="auto" w:fill="FFFFFF" w:themeFill="background1"/>
                  <w:vAlign w:val="bottom"/>
                </w:tcPr>
                <w:p w14:paraId="104684B5" w14:textId="77777777" w:rsidR="00022C78" w:rsidRPr="006B1F60" w:rsidRDefault="00022C78" w:rsidP="00022C78">
                  <w:pPr>
                    <w:pStyle w:val="ListParagraph"/>
                    <w:spacing w:before="40" w:after="40"/>
                    <w:ind w:left="0"/>
                    <w:contextualSpacing w:val="0"/>
                    <w:rPr>
                      <w:iCs/>
                    </w:rPr>
                  </w:pPr>
                  <w:r w:rsidRPr="006B1F60">
                    <w:rPr>
                      <w:b/>
                      <w:bCs/>
                      <w:iCs/>
                    </w:rPr>
                    <w:t>Código</w:t>
                  </w:r>
                  <w:r w:rsidRPr="006B1F60">
                    <w:rPr>
                      <w:iCs/>
                    </w:rPr>
                    <w:t>:</w:t>
                  </w:r>
                </w:p>
              </w:tc>
              <w:tc>
                <w:tcPr>
                  <w:tcW w:w="1227" w:type="dxa"/>
                  <w:shd w:val="clear" w:color="auto" w:fill="FFFFFF" w:themeFill="background1"/>
                  <w:vAlign w:val="bottom"/>
                </w:tcPr>
                <w:p w14:paraId="7C5DCC9F" w14:textId="77777777" w:rsidR="00022C78" w:rsidRDefault="00022C78" w:rsidP="00022C78">
                  <w:pPr>
                    <w:pStyle w:val="ListParagraph"/>
                    <w:spacing w:before="40" w:after="40"/>
                    <w:ind w:left="0"/>
                    <w:contextualSpacing w:val="0"/>
                    <w:rPr>
                      <w:i/>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c>
                <w:tcPr>
                  <w:tcW w:w="2250" w:type="dxa"/>
                  <w:shd w:val="clear" w:color="auto" w:fill="FFFFFF" w:themeFill="background1"/>
                  <w:vAlign w:val="bottom"/>
                </w:tcPr>
                <w:p w14:paraId="357FEACC" w14:textId="77777777" w:rsidR="00022C78" w:rsidRDefault="00022C78" w:rsidP="00022C78">
                  <w:pPr>
                    <w:pStyle w:val="ListParagraph"/>
                    <w:spacing w:before="40" w:after="40"/>
                    <w:ind w:left="0"/>
                    <w:contextualSpacing w:val="0"/>
                    <w:rPr>
                      <w:i/>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c>
                <w:tcPr>
                  <w:tcW w:w="1350" w:type="dxa"/>
                  <w:shd w:val="clear" w:color="auto" w:fill="FFFFFF" w:themeFill="background1"/>
                  <w:vAlign w:val="bottom"/>
                </w:tcPr>
                <w:p w14:paraId="075F517B" w14:textId="77777777" w:rsidR="00022C78" w:rsidRDefault="00022C78" w:rsidP="00022C78">
                  <w:pPr>
                    <w:pStyle w:val="ListParagraph"/>
                    <w:spacing w:before="40" w:after="40"/>
                    <w:ind w:left="0"/>
                    <w:contextualSpacing w:val="0"/>
                    <w:rPr>
                      <w:i/>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c>
                <w:tcPr>
                  <w:tcW w:w="2769" w:type="dxa"/>
                  <w:shd w:val="clear" w:color="auto" w:fill="FFFFFF" w:themeFill="background1"/>
                  <w:vAlign w:val="bottom"/>
                </w:tcPr>
                <w:p w14:paraId="6EC58617" w14:textId="77777777" w:rsidR="00022C78" w:rsidRDefault="00022C78" w:rsidP="00022C78">
                  <w:pPr>
                    <w:pStyle w:val="ListParagraph"/>
                    <w:spacing w:before="40" w:after="40"/>
                    <w:ind w:left="0"/>
                    <w:contextualSpacing w:val="0"/>
                    <w:rPr>
                      <w:i/>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r>
            <w:tr w:rsidR="00022C78" w14:paraId="5AD019FB" w14:textId="77777777" w:rsidTr="00172D66">
              <w:trPr>
                <w:jc w:val="center"/>
              </w:trPr>
              <w:tc>
                <w:tcPr>
                  <w:tcW w:w="1898" w:type="dxa"/>
                  <w:shd w:val="clear" w:color="auto" w:fill="FFFFFF" w:themeFill="background1"/>
                  <w:vAlign w:val="bottom"/>
                </w:tcPr>
                <w:p w14:paraId="26F22C5F" w14:textId="77777777" w:rsidR="00022C78" w:rsidRPr="006B1F60" w:rsidRDefault="00022C78" w:rsidP="00022C78">
                  <w:pPr>
                    <w:pStyle w:val="ListParagraph"/>
                    <w:spacing w:before="40" w:after="40"/>
                    <w:ind w:left="0"/>
                    <w:contextualSpacing w:val="0"/>
                    <w:rPr>
                      <w:b/>
                      <w:bCs/>
                      <w:iCs/>
                    </w:rPr>
                  </w:pPr>
                  <w:r w:rsidRPr="006B1F60">
                    <w:rPr>
                      <w:b/>
                      <w:bCs/>
                      <w:iCs/>
                    </w:rPr>
                    <w:t>Significa:</w:t>
                  </w:r>
                </w:p>
              </w:tc>
              <w:tc>
                <w:tcPr>
                  <w:tcW w:w="1227" w:type="dxa"/>
                  <w:shd w:val="clear" w:color="auto" w:fill="FFFFFF" w:themeFill="background1"/>
                  <w:vAlign w:val="bottom"/>
                </w:tcPr>
                <w:p w14:paraId="339D06BD" w14:textId="77777777" w:rsidR="00022C78" w:rsidRPr="00C87F05" w:rsidRDefault="00022C78" w:rsidP="00022C78">
                  <w:pPr>
                    <w:pStyle w:val="ListParagraph"/>
                    <w:spacing w:before="40" w:after="40"/>
                    <w:ind w:left="0"/>
                    <w:contextualSpacing w:val="0"/>
                    <w:rPr>
                      <w:iCs/>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c>
                <w:tcPr>
                  <w:tcW w:w="2250" w:type="dxa"/>
                  <w:shd w:val="clear" w:color="auto" w:fill="FFFFFF" w:themeFill="background1"/>
                  <w:vAlign w:val="bottom"/>
                </w:tcPr>
                <w:p w14:paraId="2A184C6A" w14:textId="77777777" w:rsidR="00022C78" w:rsidRDefault="00022C78" w:rsidP="00022C78">
                  <w:pPr>
                    <w:pStyle w:val="ListParagraph"/>
                    <w:spacing w:before="40" w:after="40"/>
                    <w:ind w:left="0"/>
                    <w:contextualSpacing w:val="0"/>
                    <w:rPr>
                      <w:i/>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c>
                <w:tcPr>
                  <w:tcW w:w="1350" w:type="dxa"/>
                  <w:shd w:val="clear" w:color="auto" w:fill="FFFFFF" w:themeFill="background1"/>
                  <w:vAlign w:val="bottom"/>
                </w:tcPr>
                <w:p w14:paraId="01384A7D" w14:textId="77777777" w:rsidR="00022C78" w:rsidRDefault="00022C78" w:rsidP="00022C78">
                  <w:pPr>
                    <w:pStyle w:val="ListParagraph"/>
                    <w:spacing w:before="40" w:after="40"/>
                    <w:ind w:left="0"/>
                    <w:contextualSpacing w:val="0"/>
                    <w:rPr>
                      <w:i/>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c>
                <w:tcPr>
                  <w:tcW w:w="2769" w:type="dxa"/>
                  <w:shd w:val="clear" w:color="auto" w:fill="FFFFFF" w:themeFill="background1"/>
                  <w:vAlign w:val="bottom"/>
                </w:tcPr>
                <w:p w14:paraId="678E57ED" w14:textId="77777777" w:rsidR="00022C78" w:rsidRDefault="00022C78" w:rsidP="00022C78">
                  <w:pPr>
                    <w:pStyle w:val="ListParagraph"/>
                    <w:spacing w:before="40" w:after="40"/>
                    <w:ind w:left="0"/>
                    <w:contextualSpacing w:val="0"/>
                    <w:rPr>
                      <w:i/>
                    </w:rPr>
                  </w:pPr>
                  <w:r w:rsidRPr="00764574">
                    <w:rPr>
                      <w:rFonts w:ascii="Garamond" w:hAnsi="Garamond" w:cs="Arabic Typesetting"/>
                      <w:bCs/>
                      <w:iCs/>
                    </w:rPr>
                    <w:fldChar w:fldCharType="begin">
                      <w:ffData>
                        <w:name w:val="Text847"/>
                        <w:enabled/>
                        <w:calcOnExit w:val="0"/>
                        <w:textInput/>
                      </w:ffData>
                    </w:fldChar>
                  </w:r>
                  <w:r w:rsidRPr="00764574">
                    <w:rPr>
                      <w:rFonts w:ascii="Garamond" w:hAnsi="Garamond" w:cs="Arabic Typesetting"/>
                      <w:bCs/>
                      <w:iCs/>
                    </w:rPr>
                    <w:instrText xml:space="preserve"> FORMTEXT </w:instrText>
                  </w:r>
                  <w:r w:rsidRPr="00764574">
                    <w:rPr>
                      <w:rFonts w:ascii="Garamond" w:hAnsi="Garamond" w:cs="Arabic Typesetting"/>
                      <w:bCs/>
                      <w:iCs/>
                    </w:rPr>
                  </w:r>
                  <w:r w:rsidRPr="00764574">
                    <w:rPr>
                      <w:rFonts w:ascii="Garamond" w:hAnsi="Garamond" w:cs="Arabic Typesetting"/>
                      <w:bCs/>
                      <w:iCs/>
                    </w:rPr>
                    <w:fldChar w:fldCharType="separate"/>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05D6">
                    <w:rPr>
                      <w:rFonts w:ascii="Garamond" w:hAnsi="Garamond" w:cs="Arabic Typesetting"/>
                      <w:iCs/>
                      <w:noProof/>
                    </w:rPr>
                    <w:t> </w:t>
                  </w:r>
                  <w:r w:rsidRPr="00764574">
                    <w:rPr>
                      <w:rFonts w:ascii="Garamond" w:hAnsi="Garamond" w:cs="Arabic Typesetting"/>
                      <w:bCs/>
                      <w:iCs/>
                    </w:rPr>
                    <w:fldChar w:fldCharType="end"/>
                  </w:r>
                </w:p>
              </w:tc>
            </w:tr>
          </w:tbl>
          <w:p w14:paraId="519D7646" w14:textId="22968510" w:rsidR="00022C78" w:rsidRPr="00022C78" w:rsidRDefault="00022C78" w:rsidP="00022C78">
            <w:pPr>
              <w:spacing w:before="40" w:after="40"/>
              <w:rPr>
                <w:bCs/>
                <w:lang w:val="es-EC"/>
              </w:rPr>
            </w:pPr>
          </w:p>
        </w:tc>
      </w:tr>
    </w:tbl>
    <w:p w14:paraId="7B5ABD42" w14:textId="77777777" w:rsidR="00EF1147" w:rsidRPr="00B2569A" w:rsidRDefault="00EF1147" w:rsidP="001E3C57">
      <w:pPr>
        <w:rPr>
          <w:rFonts w:cstheme="minorHAnsi"/>
          <w:szCs w:val="22"/>
        </w:rPr>
      </w:pPr>
    </w:p>
    <w:sectPr w:rsidR="00EF1147" w:rsidRPr="00B2569A" w:rsidSect="00E23CDF">
      <w:headerReference w:type="even" r:id="rId11"/>
      <w:headerReference w:type="default" r:id="rId12"/>
      <w:footerReference w:type="even" r:id="rId13"/>
      <w:footerReference w:type="default" r:id="rId14"/>
      <w:headerReference w:type="first" r:id="rId15"/>
      <w:footerReference w:type="first" r:id="rId16"/>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23621" w14:textId="77777777" w:rsidR="00EF1D71" w:rsidRDefault="00EF1D71">
      <w:r>
        <w:separator/>
      </w:r>
    </w:p>
  </w:endnote>
  <w:endnote w:type="continuationSeparator" w:id="0">
    <w:p w14:paraId="36755A66" w14:textId="77777777" w:rsidR="00EF1D71" w:rsidRDefault="00EF1D71">
      <w:r>
        <w:continuationSeparator/>
      </w:r>
    </w:p>
  </w:endnote>
  <w:endnote w:type="continuationNotice" w:id="1">
    <w:p w14:paraId="29EA0AD1" w14:textId="77777777" w:rsidR="00EF1D71" w:rsidRDefault="00EF1D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2B828" w14:textId="77777777" w:rsidR="006B3BDB" w:rsidRDefault="006B3B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940563913"/>
      <w:docPartObj>
        <w:docPartGallery w:val="Page Numbers (Bottom of Page)"/>
        <w:docPartUnique/>
      </w:docPartObj>
    </w:sdtPr>
    <w:sdtContent>
      <w:sdt>
        <w:sdtPr>
          <w:rPr>
            <w:rFonts w:ascii="Garamond" w:hAnsi="Garamond"/>
            <w:sz w:val="20"/>
            <w:szCs w:val="20"/>
          </w:rPr>
          <w:id w:val="-1769616900"/>
          <w:docPartObj>
            <w:docPartGallery w:val="Page Numbers (Top of Page)"/>
            <w:docPartUnique/>
          </w:docPartObj>
        </w:sdtPr>
        <w:sdtContent>
          <w:p w14:paraId="1CD0C5F1" w14:textId="177DCE33" w:rsidR="008E741A" w:rsidRPr="008E741A" w:rsidRDefault="008E741A" w:rsidP="008E741A">
            <w:pPr>
              <w:pStyle w:val="Footer"/>
              <w:tabs>
                <w:tab w:val="clear" w:pos="4320"/>
                <w:tab w:val="clear" w:pos="8640"/>
              </w:tabs>
              <w:ind w:right="446"/>
              <w:jc w:val="center"/>
              <w:rPr>
                <w:rFonts w:ascii="Garamond" w:hAnsi="Garamond"/>
                <w:sz w:val="20"/>
                <w:szCs w:val="20"/>
              </w:rPr>
            </w:pPr>
            <w:r w:rsidRPr="008E741A">
              <w:rPr>
                <w:rFonts w:ascii="Garamond" w:hAnsi="Garamond"/>
                <w:sz w:val="20"/>
                <w:szCs w:val="20"/>
              </w:rPr>
              <w:t>1C3B12, V1</w:t>
            </w:r>
            <w:r w:rsidR="007765C2">
              <w:rPr>
                <w:rFonts w:ascii="Garamond" w:hAnsi="Garamond"/>
                <w:sz w:val="20"/>
                <w:szCs w:val="20"/>
              </w:rPr>
              <w:t>, R1</w:t>
            </w:r>
            <w:r w:rsidRPr="008E741A">
              <w:rPr>
                <w:rFonts w:ascii="Garamond" w:hAnsi="Garamond"/>
                <w:sz w:val="20"/>
                <w:szCs w:val="20"/>
              </w:rPr>
              <w:t>, 0</w:t>
            </w:r>
            <w:r w:rsidR="007765C2">
              <w:rPr>
                <w:rFonts w:ascii="Garamond" w:hAnsi="Garamond"/>
                <w:sz w:val="20"/>
                <w:szCs w:val="20"/>
              </w:rPr>
              <w:t>1</w:t>
            </w:r>
            <w:r w:rsidRPr="008E741A">
              <w:rPr>
                <w:rFonts w:ascii="Garamond" w:hAnsi="Garamond"/>
                <w:sz w:val="20"/>
                <w:szCs w:val="20"/>
              </w:rPr>
              <w:t>/1</w:t>
            </w:r>
            <w:r w:rsidR="007765C2">
              <w:rPr>
                <w:rFonts w:ascii="Garamond" w:hAnsi="Garamond"/>
                <w:sz w:val="20"/>
                <w:szCs w:val="20"/>
              </w:rPr>
              <w:t>0</w:t>
            </w:r>
            <w:r w:rsidRPr="008E741A">
              <w:rPr>
                <w:rFonts w:ascii="Garamond" w:hAnsi="Garamond"/>
                <w:sz w:val="20"/>
                <w:szCs w:val="20"/>
              </w:rPr>
              <w:t>/202</w:t>
            </w:r>
            <w:r w:rsidR="007765C2">
              <w:rPr>
                <w:rFonts w:ascii="Garamond" w:hAnsi="Garamond"/>
                <w:sz w:val="20"/>
                <w:szCs w:val="20"/>
              </w:rPr>
              <w:t>5</w:t>
            </w:r>
            <w:r w:rsidRPr="008E741A">
              <w:rPr>
                <w:rFonts w:ascii="Garamond" w:hAnsi="Garamond"/>
                <w:sz w:val="20"/>
                <w:szCs w:val="20"/>
              </w:rPr>
              <w:t xml:space="preserve"> </w:t>
            </w:r>
            <w:r w:rsidRPr="008E741A">
              <w:rPr>
                <w:rFonts w:ascii="Garamond" w:hAnsi="Garamond"/>
                <w:sz w:val="20"/>
                <w:szCs w:val="20"/>
              </w:rPr>
              <w:tab/>
            </w:r>
            <w:r w:rsidRPr="008E741A">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Pr="008E741A">
              <w:rPr>
                <w:rFonts w:ascii="Garamond" w:hAnsi="Garamond"/>
                <w:sz w:val="20"/>
                <w:szCs w:val="20"/>
              </w:rPr>
              <w:t xml:space="preserve">Página </w:t>
            </w:r>
            <w:r w:rsidRPr="008E741A">
              <w:rPr>
                <w:rFonts w:ascii="Garamond" w:hAnsi="Garamond"/>
                <w:b/>
                <w:bCs/>
                <w:sz w:val="20"/>
                <w:szCs w:val="20"/>
              </w:rPr>
              <w:fldChar w:fldCharType="begin"/>
            </w:r>
            <w:r w:rsidRPr="008E741A">
              <w:rPr>
                <w:rFonts w:ascii="Garamond" w:hAnsi="Garamond"/>
                <w:b/>
                <w:bCs/>
                <w:sz w:val="20"/>
                <w:szCs w:val="20"/>
              </w:rPr>
              <w:instrText xml:space="preserve"> PAGE </w:instrText>
            </w:r>
            <w:r w:rsidRPr="008E741A">
              <w:rPr>
                <w:rFonts w:ascii="Garamond" w:hAnsi="Garamond"/>
                <w:b/>
                <w:bCs/>
                <w:sz w:val="20"/>
                <w:szCs w:val="20"/>
              </w:rPr>
              <w:fldChar w:fldCharType="separate"/>
            </w:r>
            <w:r w:rsidRPr="008E741A">
              <w:rPr>
                <w:rFonts w:ascii="Garamond" w:hAnsi="Garamond"/>
                <w:b/>
                <w:bCs/>
                <w:noProof/>
                <w:sz w:val="20"/>
                <w:szCs w:val="20"/>
              </w:rPr>
              <w:t>2</w:t>
            </w:r>
            <w:r w:rsidRPr="008E741A">
              <w:rPr>
                <w:rFonts w:ascii="Garamond" w:hAnsi="Garamond"/>
                <w:b/>
                <w:bCs/>
                <w:sz w:val="20"/>
                <w:szCs w:val="20"/>
              </w:rPr>
              <w:fldChar w:fldCharType="end"/>
            </w:r>
            <w:r w:rsidRPr="008E741A">
              <w:rPr>
                <w:rFonts w:ascii="Garamond" w:hAnsi="Garamond"/>
                <w:sz w:val="20"/>
                <w:szCs w:val="20"/>
              </w:rPr>
              <w:t xml:space="preserve"> de </w:t>
            </w:r>
            <w:r w:rsidRPr="008E741A">
              <w:rPr>
                <w:rFonts w:ascii="Garamond" w:hAnsi="Garamond"/>
                <w:b/>
                <w:bCs/>
                <w:sz w:val="20"/>
                <w:szCs w:val="20"/>
              </w:rPr>
              <w:fldChar w:fldCharType="begin"/>
            </w:r>
            <w:r w:rsidRPr="008E741A">
              <w:rPr>
                <w:rFonts w:ascii="Garamond" w:hAnsi="Garamond"/>
                <w:b/>
                <w:bCs/>
                <w:sz w:val="20"/>
                <w:szCs w:val="20"/>
              </w:rPr>
              <w:instrText xml:space="preserve"> NUMPAGES  </w:instrText>
            </w:r>
            <w:r w:rsidRPr="008E741A">
              <w:rPr>
                <w:rFonts w:ascii="Garamond" w:hAnsi="Garamond"/>
                <w:b/>
                <w:bCs/>
                <w:sz w:val="20"/>
                <w:szCs w:val="20"/>
              </w:rPr>
              <w:fldChar w:fldCharType="separate"/>
            </w:r>
            <w:r w:rsidRPr="008E741A">
              <w:rPr>
                <w:rFonts w:ascii="Garamond" w:hAnsi="Garamond"/>
                <w:b/>
                <w:bCs/>
                <w:noProof/>
                <w:sz w:val="20"/>
                <w:szCs w:val="20"/>
              </w:rPr>
              <w:t>2</w:t>
            </w:r>
            <w:r w:rsidRPr="008E741A">
              <w:rPr>
                <w:rFonts w:ascii="Garamond" w:hAnsi="Garamond"/>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3E3B9" w14:textId="77777777" w:rsidR="006B3BDB" w:rsidRDefault="006B3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67FCC" w14:textId="77777777" w:rsidR="00EF1D71" w:rsidRDefault="00EF1D71">
      <w:r>
        <w:separator/>
      </w:r>
    </w:p>
  </w:footnote>
  <w:footnote w:type="continuationSeparator" w:id="0">
    <w:p w14:paraId="5DDD78CD" w14:textId="77777777" w:rsidR="00EF1D71" w:rsidRDefault="00EF1D71">
      <w:r>
        <w:continuationSeparator/>
      </w:r>
    </w:p>
  </w:footnote>
  <w:footnote w:type="continuationNotice" w:id="1">
    <w:p w14:paraId="32022379" w14:textId="77777777" w:rsidR="00EF1D71" w:rsidRDefault="00EF1D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F2301" w14:textId="77777777" w:rsidR="006B3BDB" w:rsidRDefault="006B3B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085"/>
    </w:tblGrid>
    <w:tr w:rsidR="00022C78" w:rsidRPr="00E16467" w14:paraId="102BFB2B" w14:textId="77777777" w:rsidTr="00172D66">
      <w:trPr>
        <w:jc w:val="center"/>
      </w:trPr>
      <w:tc>
        <w:tcPr>
          <w:tcW w:w="3021" w:type="dxa"/>
          <w:vMerge w:val="restart"/>
        </w:tcPr>
        <w:p w14:paraId="2A2AB7C0" w14:textId="77777777" w:rsidR="00022C78" w:rsidRPr="00E16467" w:rsidRDefault="00022C78" w:rsidP="00022C78">
          <w:pPr>
            <w:jc w:val="center"/>
            <w:rPr>
              <w:rFonts w:ascii="Calibri Light" w:hAnsi="Calibri Light" w:cs="Calibri Light"/>
            </w:rPr>
          </w:pPr>
          <w:bookmarkStart w:id="0" w:name="_Hlk192254166"/>
          <w:r w:rsidRPr="00E16467">
            <w:rPr>
              <w:rFonts w:ascii="Calibri Light" w:hAnsi="Calibri Light" w:cs="Calibri Light"/>
              <w:noProof/>
            </w:rPr>
            <w:drawing>
              <wp:anchor distT="0" distB="0" distL="114300" distR="114300" simplePos="0" relativeHeight="251659264" behindDoc="0" locked="0" layoutInCell="1" allowOverlap="1" wp14:anchorId="5C08A479" wp14:editId="529A9E7B">
                <wp:simplePos x="0" y="0"/>
                <wp:positionH relativeFrom="column">
                  <wp:posOffset>22489</wp:posOffset>
                </wp:positionH>
                <wp:positionV relativeFrom="paragraph">
                  <wp:posOffset>147979</wp:posOffset>
                </wp:positionV>
                <wp:extent cx="1718945" cy="694690"/>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67">
            <w:rPr>
              <w:rFonts w:ascii="Calibri Light" w:hAnsi="Calibri Light" w:cs="Calibri Light"/>
            </w:rPr>
            <w:t>www.qcsinfo.org</w:t>
          </w:r>
        </w:p>
      </w:tc>
      <w:tc>
        <w:tcPr>
          <w:tcW w:w="7419" w:type="dxa"/>
          <w:gridSpan w:val="3"/>
          <w:vAlign w:val="bottom"/>
        </w:tcPr>
        <w:p w14:paraId="43D7F7D3" w14:textId="77777777" w:rsidR="00022C78" w:rsidRPr="0087522A" w:rsidRDefault="00022C78" w:rsidP="00022C78">
          <w:pPr>
            <w:jc w:val="right"/>
            <w:rPr>
              <w:rFonts w:ascii="Calibri" w:hAnsi="Calibri" w:cs="Calibri"/>
              <w:b/>
              <w:smallCaps/>
              <w:sz w:val="36"/>
              <w:szCs w:val="36"/>
              <w:lang w:val="es-EC"/>
            </w:rPr>
          </w:pPr>
          <w:r>
            <w:rPr>
              <w:rFonts w:ascii="Calibri" w:hAnsi="Calibri" w:cs="Calibri"/>
              <w:b/>
              <w:smallCaps/>
              <w:sz w:val="36"/>
              <w:szCs w:val="36"/>
              <w:lang w:val="es-EC"/>
            </w:rPr>
            <w:t>Pla</w:t>
          </w:r>
          <w:r w:rsidRPr="0087522A">
            <w:rPr>
              <w:rFonts w:ascii="Calibri" w:hAnsi="Calibri" w:cs="Calibri"/>
              <w:b/>
              <w:smallCaps/>
              <w:sz w:val="36"/>
              <w:szCs w:val="36"/>
              <w:lang w:val="es-EC"/>
            </w:rPr>
            <w:t>n de Productores Orgánicos (OGP)</w:t>
          </w:r>
        </w:p>
        <w:p w14:paraId="4F4B2089" w14:textId="77777777" w:rsidR="00022C78" w:rsidRPr="0087522A" w:rsidRDefault="00022C78" w:rsidP="00022C78">
          <w:pPr>
            <w:jc w:val="right"/>
            <w:rPr>
              <w:rFonts w:ascii="Calibri Light" w:hAnsi="Calibri Light" w:cs="Calibri Light"/>
              <w:b/>
              <w:sz w:val="32"/>
              <w:lang w:val="es-EC"/>
            </w:rPr>
          </w:pPr>
          <w:r w:rsidRPr="0087522A">
            <w:rPr>
              <w:rFonts w:ascii="Calibri Light" w:hAnsi="Calibri Light" w:cs="Calibri Light"/>
              <w:b/>
              <w:sz w:val="32"/>
              <w:lang w:val="es-EC"/>
            </w:rPr>
            <w:t>Servicios de Certificación de Calidad (QCS)</w:t>
          </w:r>
        </w:p>
      </w:tc>
    </w:tr>
    <w:tr w:rsidR="00022C78" w:rsidRPr="00E16467" w14:paraId="1240D3C3" w14:textId="77777777" w:rsidTr="00172D66">
      <w:trPr>
        <w:jc w:val="center"/>
      </w:trPr>
      <w:tc>
        <w:tcPr>
          <w:tcW w:w="3021" w:type="dxa"/>
          <w:vMerge/>
        </w:tcPr>
        <w:p w14:paraId="024F5A78" w14:textId="77777777" w:rsidR="00022C78" w:rsidRPr="00E16467" w:rsidRDefault="00022C78" w:rsidP="00022C78">
          <w:pPr>
            <w:jc w:val="right"/>
            <w:rPr>
              <w:rFonts w:ascii="Calibri Light" w:hAnsi="Calibri Light" w:cs="Calibri Light"/>
            </w:rPr>
          </w:pPr>
        </w:p>
      </w:tc>
      <w:tc>
        <w:tcPr>
          <w:tcW w:w="2417" w:type="dxa"/>
        </w:tcPr>
        <w:p w14:paraId="394E69C3" w14:textId="77777777" w:rsidR="00022C78" w:rsidRPr="00637364" w:rsidRDefault="00022C78" w:rsidP="00022C78">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103C3237"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705F2053"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0C6800C6"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17" w:type="dxa"/>
        </w:tcPr>
        <w:p w14:paraId="0CF25FB5" w14:textId="77777777" w:rsidR="00022C78" w:rsidRPr="00637364" w:rsidRDefault="00022C78" w:rsidP="00022C78">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494E69EF"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6042E517"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015B9972"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Quito, Ecuador</w:t>
          </w:r>
        </w:p>
        <w:p w14:paraId="321A6815"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085" w:type="dxa"/>
        </w:tcPr>
        <w:p w14:paraId="3A17B3EA" w14:textId="77777777" w:rsidR="00022C78" w:rsidRPr="00637364" w:rsidRDefault="00022C78" w:rsidP="00022C78">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3A5DE586" w14:textId="77777777" w:rsidR="00022C78" w:rsidRPr="00637364" w:rsidRDefault="00022C78" w:rsidP="00022C78">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3F3B08D1"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Mao, Valverde</w:t>
          </w:r>
        </w:p>
        <w:p w14:paraId="56CE0A2C"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3969286E" w14:textId="77777777" w:rsidR="00022C78" w:rsidRPr="00637364" w:rsidRDefault="00022C78" w:rsidP="00022C78">
          <w:pPr>
            <w:jc w:val="right"/>
            <w:rPr>
              <w:rFonts w:ascii="Calibri Light" w:hAnsi="Calibri Light" w:cs="Calibri Light"/>
              <w:sz w:val="16"/>
              <w:szCs w:val="16"/>
            </w:rPr>
          </w:pPr>
          <w:r w:rsidRPr="00637364">
            <w:rPr>
              <w:rFonts w:ascii="Calibri Light" w:hAnsi="Calibri Light" w:cs="Calibri Light"/>
              <w:sz w:val="16"/>
              <w:szCs w:val="16"/>
            </w:rPr>
            <w:t>Tel: +1 809.822.9293</w:t>
          </w:r>
        </w:p>
      </w:tc>
    </w:tr>
    <w:bookmarkEnd w:id="0"/>
  </w:tbl>
  <w:p w14:paraId="0A07F61C" w14:textId="77777777" w:rsidR="003B7914" w:rsidRPr="003461A8" w:rsidRDefault="003B7914" w:rsidP="003461A8">
    <w:pPr>
      <w:ind w:right="-720"/>
      <w:jc w:val="right"/>
      <w:rPr>
        <w:rFonts w:ascii="Calibri Light" w:hAnsi="Calibri Light" w:cs="Calibri Light"/>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47C85" w14:textId="77777777" w:rsidR="006B3BDB" w:rsidRDefault="006B3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C35192"/>
    <w:multiLevelType w:val="hybridMultilevel"/>
    <w:tmpl w:val="894A49C2"/>
    <w:lvl w:ilvl="0" w:tplc="2D766084">
      <w:start w:val="1"/>
      <w:numFmt w:val="upperLetter"/>
      <w:lvlText w:val="%1."/>
      <w:lvlJc w:val="left"/>
      <w:pPr>
        <w:ind w:left="360" w:hanging="360"/>
      </w:pPr>
      <w:rPr>
        <w:rFonts w:hint="default"/>
        <w:b/>
        <w:bCs w:val="0"/>
        <w:sz w:val="24"/>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54338"/>
    <w:multiLevelType w:val="hybridMultilevel"/>
    <w:tmpl w:val="4BA0C2BE"/>
    <w:lvl w:ilvl="0" w:tplc="FFFFFFFF">
      <w:start w:val="1"/>
      <w:numFmt w:val="decimal"/>
      <w:lvlText w:val="%1."/>
      <w:lvlJc w:val="left"/>
      <w:pPr>
        <w:ind w:left="360" w:hanging="360"/>
      </w:pPr>
      <w:rPr>
        <w:rFonts w:ascii="Arial Narrow" w:hAnsi="Arial Narrow"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2D0A75"/>
    <w:multiLevelType w:val="hybridMultilevel"/>
    <w:tmpl w:val="A38010D0"/>
    <w:lvl w:ilvl="0" w:tplc="52C6EFF0">
      <w:start w:val="1"/>
      <w:numFmt w:val="decimal"/>
      <w:lvlText w:val="%1."/>
      <w:lvlJc w:val="left"/>
      <w:pPr>
        <w:ind w:left="360" w:hanging="360"/>
      </w:pPr>
      <w:rPr>
        <w:rFonts w:ascii="Arial Narrow" w:hAnsi="Arial Narrow"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8F0333"/>
    <w:multiLevelType w:val="hybridMultilevel"/>
    <w:tmpl w:val="6C56BB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9768C"/>
    <w:multiLevelType w:val="hybridMultilevel"/>
    <w:tmpl w:val="D478984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9"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7206A8"/>
    <w:multiLevelType w:val="hybridMultilevel"/>
    <w:tmpl w:val="9D3A5724"/>
    <w:lvl w:ilvl="0" w:tplc="6B8EA32C">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3" w15:restartNumberingAfterBreak="0">
    <w:nsid w:val="61110C00"/>
    <w:multiLevelType w:val="hybridMultilevel"/>
    <w:tmpl w:val="3D988524"/>
    <w:lvl w:ilvl="0" w:tplc="50F2B56C">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6A79D8"/>
    <w:multiLevelType w:val="hybridMultilevel"/>
    <w:tmpl w:val="41FE2F32"/>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340B6D"/>
    <w:multiLevelType w:val="hybridMultilevel"/>
    <w:tmpl w:val="1916CA96"/>
    <w:lvl w:ilvl="0" w:tplc="968AA42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7"/>
  </w:num>
  <w:num w:numId="2" w16cid:durableId="1049182217">
    <w:abstractNumId w:val="32"/>
  </w:num>
  <w:num w:numId="3" w16cid:durableId="1802110088">
    <w:abstractNumId w:val="20"/>
  </w:num>
  <w:num w:numId="4" w16cid:durableId="251666782">
    <w:abstractNumId w:val="27"/>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4"/>
  </w:num>
  <w:num w:numId="16" w16cid:durableId="456686638">
    <w:abstractNumId w:val="15"/>
  </w:num>
  <w:num w:numId="17" w16cid:durableId="939917980">
    <w:abstractNumId w:val="22"/>
  </w:num>
  <w:num w:numId="18" w16cid:durableId="1696073736">
    <w:abstractNumId w:val="19"/>
  </w:num>
  <w:num w:numId="19" w16cid:durableId="1751391910">
    <w:abstractNumId w:val="12"/>
  </w:num>
  <w:num w:numId="20" w16cid:durableId="1161694474">
    <w:abstractNumId w:val="35"/>
  </w:num>
  <w:num w:numId="21" w16cid:durableId="1678574777">
    <w:abstractNumId w:val="13"/>
  </w:num>
  <w:num w:numId="22" w16cid:durableId="1209106061">
    <w:abstractNumId w:val="21"/>
  </w:num>
  <w:num w:numId="23" w16cid:durableId="972255355">
    <w:abstractNumId w:val="31"/>
  </w:num>
  <w:num w:numId="24" w16cid:durableId="131145826">
    <w:abstractNumId w:val="38"/>
  </w:num>
  <w:num w:numId="25" w16cid:durableId="2086948730">
    <w:abstractNumId w:val="28"/>
  </w:num>
  <w:num w:numId="26" w16cid:durableId="1188954963">
    <w:abstractNumId w:val="29"/>
  </w:num>
  <w:num w:numId="27" w16cid:durableId="895971202">
    <w:abstractNumId w:val="17"/>
  </w:num>
  <w:num w:numId="28" w16cid:durableId="34670001">
    <w:abstractNumId w:val="16"/>
  </w:num>
  <w:num w:numId="29" w16cid:durableId="274793865">
    <w:abstractNumId w:val="36"/>
  </w:num>
  <w:num w:numId="30" w16cid:durableId="1930112071">
    <w:abstractNumId w:val="33"/>
  </w:num>
  <w:num w:numId="31" w16cid:durableId="952786317">
    <w:abstractNumId w:val="26"/>
  </w:num>
  <w:num w:numId="32" w16cid:durableId="808134614">
    <w:abstractNumId w:val="25"/>
  </w:num>
  <w:num w:numId="33" w16cid:durableId="847522613">
    <w:abstractNumId w:val="24"/>
  </w:num>
  <w:num w:numId="34" w16cid:durableId="1353458633">
    <w:abstractNumId w:val="11"/>
  </w:num>
  <w:num w:numId="35" w16cid:durableId="2075548499">
    <w:abstractNumId w:val="23"/>
  </w:num>
  <w:num w:numId="36" w16cid:durableId="1962031336">
    <w:abstractNumId w:val="14"/>
  </w:num>
  <w:num w:numId="37" w16cid:durableId="1477070725">
    <w:abstractNumId w:val="30"/>
  </w:num>
  <w:num w:numId="38" w16cid:durableId="1181821360">
    <w:abstractNumId w:val="10"/>
  </w:num>
  <w:num w:numId="39" w16cid:durableId="180145668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56kEEniaFVdzPjZ0MmIgMExGyocw0XqLq+HHv/pejJGhTYg7TwrgFlFMmP7FW7iBmXDlYtabDFizHXSMbYDulA==" w:salt="eueKKoOF7H6cDWS6jLkZ/Q=="/>
  <w:defaultTabStop w:val="720"/>
  <w:hyphenationZone w:val="425"/>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3D9B"/>
    <w:rsid w:val="0001231F"/>
    <w:rsid w:val="000137BD"/>
    <w:rsid w:val="00014D4C"/>
    <w:rsid w:val="0001581A"/>
    <w:rsid w:val="000163E8"/>
    <w:rsid w:val="00016408"/>
    <w:rsid w:val="0002028A"/>
    <w:rsid w:val="00022251"/>
    <w:rsid w:val="00022C21"/>
    <w:rsid w:val="00022C78"/>
    <w:rsid w:val="00025A74"/>
    <w:rsid w:val="000261D2"/>
    <w:rsid w:val="00027601"/>
    <w:rsid w:val="00030CA7"/>
    <w:rsid w:val="00032E4E"/>
    <w:rsid w:val="00034CEC"/>
    <w:rsid w:val="00035319"/>
    <w:rsid w:val="00035B38"/>
    <w:rsid w:val="00035EC4"/>
    <w:rsid w:val="000366F2"/>
    <w:rsid w:val="00043873"/>
    <w:rsid w:val="000469F9"/>
    <w:rsid w:val="00047919"/>
    <w:rsid w:val="00047965"/>
    <w:rsid w:val="0005033B"/>
    <w:rsid w:val="00050421"/>
    <w:rsid w:val="000530CF"/>
    <w:rsid w:val="00054B87"/>
    <w:rsid w:val="00055406"/>
    <w:rsid w:val="00060846"/>
    <w:rsid w:val="00061307"/>
    <w:rsid w:val="0006420D"/>
    <w:rsid w:val="0007604A"/>
    <w:rsid w:val="00077DD4"/>
    <w:rsid w:val="00080743"/>
    <w:rsid w:val="00086BA2"/>
    <w:rsid w:val="00090AF9"/>
    <w:rsid w:val="00095B94"/>
    <w:rsid w:val="00096E83"/>
    <w:rsid w:val="000970C0"/>
    <w:rsid w:val="0009786D"/>
    <w:rsid w:val="000A1858"/>
    <w:rsid w:val="000A3576"/>
    <w:rsid w:val="000A3F01"/>
    <w:rsid w:val="000A4802"/>
    <w:rsid w:val="000A492E"/>
    <w:rsid w:val="000A541A"/>
    <w:rsid w:val="000B169E"/>
    <w:rsid w:val="000B22E9"/>
    <w:rsid w:val="000B3BAE"/>
    <w:rsid w:val="000B4556"/>
    <w:rsid w:val="000B67CA"/>
    <w:rsid w:val="000B6ABD"/>
    <w:rsid w:val="000B77F5"/>
    <w:rsid w:val="000C0D4E"/>
    <w:rsid w:val="000C149E"/>
    <w:rsid w:val="000C23EC"/>
    <w:rsid w:val="000C3660"/>
    <w:rsid w:val="000C3E56"/>
    <w:rsid w:val="000C59A1"/>
    <w:rsid w:val="000C7489"/>
    <w:rsid w:val="000D1FDC"/>
    <w:rsid w:val="000D238E"/>
    <w:rsid w:val="000D2E6D"/>
    <w:rsid w:val="000D40AC"/>
    <w:rsid w:val="000D4906"/>
    <w:rsid w:val="000D4B1F"/>
    <w:rsid w:val="000D725C"/>
    <w:rsid w:val="000E1719"/>
    <w:rsid w:val="000E33AA"/>
    <w:rsid w:val="000E3431"/>
    <w:rsid w:val="000E565F"/>
    <w:rsid w:val="000E5AC4"/>
    <w:rsid w:val="000E5CD7"/>
    <w:rsid w:val="000E714A"/>
    <w:rsid w:val="000F08F6"/>
    <w:rsid w:val="000F29B8"/>
    <w:rsid w:val="000F337D"/>
    <w:rsid w:val="000F5602"/>
    <w:rsid w:val="000F6868"/>
    <w:rsid w:val="00101099"/>
    <w:rsid w:val="001025B4"/>
    <w:rsid w:val="00104CEC"/>
    <w:rsid w:val="00110E1F"/>
    <w:rsid w:val="001123FD"/>
    <w:rsid w:val="001137AD"/>
    <w:rsid w:val="00113F06"/>
    <w:rsid w:val="00116C31"/>
    <w:rsid w:val="00117D2B"/>
    <w:rsid w:val="00122732"/>
    <w:rsid w:val="0012547D"/>
    <w:rsid w:val="00125E17"/>
    <w:rsid w:val="00133175"/>
    <w:rsid w:val="00133A7C"/>
    <w:rsid w:val="0013752B"/>
    <w:rsid w:val="00137FAE"/>
    <w:rsid w:val="001415B2"/>
    <w:rsid w:val="0014279D"/>
    <w:rsid w:val="00144373"/>
    <w:rsid w:val="00151DB7"/>
    <w:rsid w:val="001539EA"/>
    <w:rsid w:val="00153E7E"/>
    <w:rsid w:val="001552C8"/>
    <w:rsid w:val="0015752A"/>
    <w:rsid w:val="001624E6"/>
    <w:rsid w:val="001629D4"/>
    <w:rsid w:val="001641DD"/>
    <w:rsid w:val="00164CD0"/>
    <w:rsid w:val="001712DE"/>
    <w:rsid w:val="001715D1"/>
    <w:rsid w:val="0017201D"/>
    <w:rsid w:val="00173F1F"/>
    <w:rsid w:val="001806D1"/>
    <w:rsid w:val="001822DC"/>
    <w:rsid w:val="0018263E"/>
    <w:rsid w:val="0018288A"/>
    <w:rsid w:val="0018392E"/>
    <w:rsid w:val="00185A5F"/>
    <w:rsid w:val="00187E37"/>
    <w:rsid w:val="00190116"/>
    <w:rsid w:val="0019051C"/>
    <w:rsid w:val="001908C9"/>
    <w:rsid w:val="00190D61"/>
    <w:rsid w:val="00193DC0"/>
    <w:rsid w:val="00195903"/>
    <w:rsid w:val="00195F09"/>
    <w:rsid w:val="0019666A"/>
    <w:rsid w:val="001A0446"/>
    <w:rsid w:val="001A1EAB"/>
    <w:rsid w:val="001A3021"/>
    <w:rsid w:val="001A370B"/>
    <w:rsid w:val="001B1D46"/>
    <w:rsid w:val="001B3355"/>
    <w:rsid w:val="001C05C2"/>
    <w:rsid w:val="001C0D53"/>
    <w:rsid w:val="001C1463"/>
    <w:rsid w:val="001C1BB3"/>
    <w:rsid w:val="001C249E"/>
    <w:rsid w:val="001C6119"/>
    <w:rsid w:val="001D0CBE"/>
    <w:rsid w:val="001D37C8"/>
    <w:rsid w:val="001D37F9"/>
    <w:rsid w:val="001D5610"/>
    <w:rsid w:val="001D6D53"/>
    <w:rsid w:val="001E0E85"/>
    <w:rsid w:val="001E154F"/>
    <w:rsid w:val="001E20AE"/>
    <w:rsid w:val="001E223C"/>
    <w:rsid w:val="001E3C57"/>
    <w:rsid w:val="001E3F08"/>
    <w:rsid w:val="001E4551"/>
    <w:rsid w:val="001F1E78"/>
    <w:rsid w:val="001F2B49"/>
    <w:rsid w:val="001F3046"/>
    <w:rsid w:val="001F331B"/>
    <w:rsid w:val="001F6DA9"/>
    <w:rsid w:val="002001CB"/>
    <w:rsid w:val="002055B7"/>
    <w:rsid w:val="0020785B"/>
    <w:rsid w:val="002119FD"/>
    <w:rsid w:val="00211E38"/>
    <w:rsid w:val="00212112"/>
    <w:rsid w:val="0021494D"/>
    <w:rsid w:val="002165CC"/>
    <w:rsid w:val="0021737A"/>
    <w:rsid w:val="00217DB9"/>
    <w:rsid w:val="002201FF"/>
    <w:rsid w:val="00220702"/>
    <w:rsid w:val="002208EE"/>
    <w:rsid w:val="00221B7D"/>
    <w:rsid w:val="00223A7C"/>
    <w:rsid w:val="00225472"/>
    <w:rsid w:val="002255D9"/>
    <w:rsid w:val="002275E3"/>
    <w:rsid w:val="00230293"/>
    <w:rsid w:val="0023031A"/>
    <w:rsid w:val="00233AE0"/>
    <w:rsid w:val="00234FB9"/>
    <w:rsid w:val="002377AC"/>
    <w:rsid w:val="002415C5"/>
    <w:rsid w:val="00244116"/>
    <w:rsid w:val="00245C2D"/>
    <w:rsid w:val="00245DC9"/>
    <w:rsid w:val="00250E86"/>
    <w:rsid w:val="00251B4B"/>
    <w:rsid w:val="00265658"/>
    <w:rsid w:val="00266174"/>
    <w:rsid w:val="002666B2"/>
    <w:rsid w:val="00271C20"/>
    <w:rsid w:val="00272325"/>
    <w:rsid w:val="002728E1"/>
    <w:rsid w:val="00280F35"/>
    <w:rsid w:val="0028195B"/>
    <w:rsid w:val="00281CB9"/>
    <w:rsid w:val="00282FEE"/>
    <w:rsid w:val="00284F6C"/>
    <w:rsid w:val="00285C0A"/>
    <w:rsid w:val="002865C6"/>
    <w:rsid w:val="002932E7"/>
    <w:rsid w:val="002934EF"/>
    <w:rsid w:val="00293642"/>
    <w:rsid w:val="002948FD"/>
    <w:rsid w:val="002A2017"/>
    <w:rsid w:val="002A33D8"/>
    <w:rsid w:val="002A53E8"/>
    <w:rsid w:val="002A63E1"/>
    <w:rsid w:val="002A7944"/>
    <w:rsid w:val="002B2523"/>
    <w:rsid w:val="002B2C5E"/>
    <w:rsid w:val="002B486B"/>
    <w:rsid w:val="002B58BF"/>
    <w:rsid w:val="002B6655"/>
    <w:rsid w:val="002B6E74"/>
    <w:rsid w:val="002C0DB7"/>
    <w:rsid w:val="002C114A"/>
    <w:rsid w:val="002C5DC7"/>
    <w:rsid w:val="002D0883"/>
    <w:rsid w:val="002D1263"/>
    <w:rsid w:val="002D1743"/>
    <w:rsid w:val="002D1814"/>
    <w:rsid w:val="002D3609"/>
    <w:rsid w:val="002D4484"/>
    <w:rsid w:val="002E27D3"/>
    <w:rsid w:val="002E453C"/>
    <w:rsid w:val="002E5094"/>
    <w:rsid w:val="002E64E0"/>
    <w:rsid w:val="002E75CE"/>
    <w:rsid w:val="002F30AF"/>
    <w:rsid w:val="002F6D86"/>
    <w:rsid w:val="002F7153"/>
    <w:rsid w:val="002F75F0"/>
    <w:rsid w:val="003009A6"/>
    <w:rsid w:val="00302B3A"/>
    <w:rsid w:val="00302C5C"/>
    <w:rsid w:val="00303D2E"/>
    <w:rsid w:val="00304261"/>
    <w:rsid w:val="003125D2"/>
    <w:rsid w:val="00313822"/>
    <w:rsid w:val="00315E96"/>
    <w:rsid w:val="0031767E"/>
    <w:rsid w:val="00317E54"/>
    <w:rsid w:val="003225C6"/>
    <w:rsid w:val="00322C93"/>
    <w:rsid w:val="00323667"/>
    <w:rsid w:val="003249DB"/>
    <w:rsid w:val="00332AAB"/>
    <w:rsid w:val="00334116"/>
    <w:rsid w:val="003358DA"/>
    <w:rsid w:val="003440E7"/>
    <w:rsid w:val="00344561"/>
    <w:rsid w:val="00345178"/>
    <w:rsid w:val="00345A38"/>
    <w:rsid w:val="003461A8"/>
    <w:rsid w:val="003529F0"/>
    <w:rsid w:val="00353708"/>
    <w:rsid w:val="00355C0C"/>
    <w:rsid w:val="00361A86"/>
    <w:rsid w:val="00361BCC"/>
    <w:rsid w:val="003620BD"/>
    <w:rsid w:val="003630B3"/>
    <w:rsid w:val="00363358"/>
    <w:rsid w:val="00363410"/>
    <w:rsid w:val="003644BD"/>
    <w:rsid w:val="00365134"/>
    <w:rsid w:val="00365A76"/>
    <w:rsid w:val="00365A9D"/>
    <w:rsid w:val="003741E8"/>
    <w:rsid w:val="00380373"/>
    <w:rsid w:val="0038106F"/>
    <w:rsid w:val="003844EF"/>
    <w:rsid w:val="0038757C"/>
    <w:rsid w:val="00391EF0"/>
    <w:rsid w:val="003950EF"/>
    <w:rsid w:val="00397DD4"/>
    <w:rsid w:val="003A1650"/>
    <w:rsid w:val="003A2701"/>
    <w:rsid w:val="003A3DF4"/>
    <w:rsid w:val="003A5F27"/>
    <w:rsid w:val="003B10D6"/>
    <w:rsid w:val="003B125B"/>
    <w:rsid w:val="003B6C1A"/>
    <w:rsid w:val="003B7914"/>
    <w:rsid w:val="003C0778"/>
    <w:rsid w:val="003C2E62"/>
    <w:rsid w:val="003D213A"/>
    <w:rsid w:val="003D2D17"/>
    <w:rsid w:val="003D2F38"/>
    <w:rsid w:val="003D3D4E"/>
    <w:rsid w:val="003D44A8"/>
    <w:rsid w:val="003E13CC"/>
    <w:rsid w:val="003E1D6E"/>
    <w:rsid w:val="003E55BA"/>
    <w:rsid w:val="003E6915"/>
    <w:rsid w:val="003F32D8"/>
    <w:rsid w:val="003F4BDD"/>
    <w:rsid w:val="0040053E"/>
    <w:rsid w:val="00400585"/>
    <w:rsid w:val="0040251F"/>
    <w:rsid w:val="00403B06"/>
    <w:rsid w:val="00404A9C"/>
    <w:rsid w:val="00407C13"/>
    <w:rsid w:val="0041129E"/>
    <w:rsid w:val="00412218"/>
    <w:rsid w:val="00415688"/>
    <w:rsid w:val="00416C87"/>
    <w:rsid w:val="004215B6"/>
    <w:rsid w:val="00424AC3"/>
    <w:rsid w:val="00424D07"/>
    <w:rsid w:val="004257BF"/>
    <w:rsid w:val="00433C3A"/>
    <w:rsid w:val="00436FE6"/>
    <w:rsid w:val="0043742C"/>
    <w:rsid w:val="00440DDB"/>
    <w:rsid w:val="00441314"/>
    <w:rsid w:val="00441A4B"/>
    <w:rsid w:val="00442EF2"/>
    <w:rsid w:val="004473CA"/>
    <w:rsid w:val="00452D2A"/>
    <w:rsid w:val="00460C2C"/>
    <w:rsid w:val="00461690"/>
    <w:rsid w:val="00461FA0"/>
    <w:rsid w:val="00463212"/>
    <w:rsid w:val="00463A7F"/>
    <w:rsid w:val="004661E3"/>
    <w:rsid w:val="00467E18"/>
    <w:rsid w:val="00471A3A"/>
    <w:rsid w:val="004722B5"/>
    <w:rsid w:val="00473612"/>
    <w:rsid w:val="004756AE"/>
    <w:rsid w:val="00476B72"/>
    <w:rsid w:val="00480786"/>
    <w:rsid w:val="00482345"/>
    <w:rsid w:val="00484C93"/>
    <w:rsid w:val="00484D09"/>
    <w:rsid w:val="00485704"/>
    <w:rsid w:val="00487BAB"/>
    <w:rsid w:val="00492086"/>
    <w:rsid w:val="0049581D"/>
    <w:rsid w:val="0049605C"/>
    <w:rsid w:val="00496233"/>
    <w:rsid w:val="004968C2"/>
    <w:rsid w:val="004A359A"/>
    <w:rsid w:val="004A3F33"/>
    <w:rsid w:val="004A4D5D"/>
    <w:rsid w:val="004A4F7F"/>
    <w:rsid w:val="004A503F"/>
    <w:rsid w:val="004B0125"/>
    <w:rsid w:val="004B5350"/>
    <w:rsid w:val="004B79A4"/>
    <w:rsid w:val="004C3873"/>
    <w:rsid w:val="004C3B45"/>
    <w:rsid w:val="004C7045"/>
    <w:rsid w:val="004D086D"/>
    <w:rsid w:val="004D1E64"/>
    <w:rsid w:val="004D28D7"/>
    <w:rsid w:val="004D31E9"/>
    <w:rsid w:val="004D39C5"/>
    <w:rsid w:val="004D5222"/>
    <w:rsid w:val="004D7F88"/>
    <w:rsid w:val="004E0438"/>
    <w:rsid w:val="004E08D4"/>
    <w:rsid w:val="004E08DB"/>
    <w:rsid w:val="004E1FF1"/>
    <w:rsid w:val="004E2A0D"/>
    <w:rsid w:val="004E3CA7"/>
    <w:rsid w:val="004E3F6D"/>
    <w:rsid w:val="004E49CE"/>
    <w:rsid w:val="004E65D5"/>
    <w:rsid w:val="004E6A28"/>
    <w:rsid w:val="004E7D8E"/>
    <w:rsid w:val="004F0A8B"/>
    <w:rsid w:val="004F4B72"/>
    <w:rsid w:val="004F5551"/>
    <w:rsid w:val="004F57C8"/>
    <w:rsid w:val="004F6D2F"/>
    <w:rsid w:val="004F7629"/>
    <w:rsid w:val="00500FC2"/>
    <w:rsid w:val="00503A2E"/>
    <w:rsid w:val="00505D40"/>
    <w:rsid w:val="00510D72"/>
    <w:rsid w:val="00512163"/>
    <w:rsid w:val="00514CA4"/>
    <w:rsid w:val="00516643"/>
    <w:rsid w:val="005218BB"/>
    <w:rsid w:val="005218CE"/>
    <w:rsid w:val="005219D9"/>
    <w:rsid w:val="00523B03"/>
    <w:rsid w:val="00525811"/>
    <w:rsid w:val="00525F01"/>
    <w:rsid w:val="00527ACC"/>
    <w:rsid w:val="005331EA"/>
    <w:rsid w:val="00536D61"/>
    <w:rsid w:val="0053795B"/>
    <w:rsid w:val="005409C9"/>
    <w:rsid w:val="005411D4"/>
    <w:rsid w:val="005413A4"/>
    <w:rsid w:val="0054154F"/>
    <w:rsid w:val="00541C8F"/>
    <w:rsid w:val="00542FD9"/>
    <w:rsid w:val="00543281"/>
    <w:rsid w:val="00547A51"/>
    <w:rsid w:val="00547B8F"/>
    <w:rsid w:val="00561C36"/>
    <w:rsid w:val="0056233C"/>
    <w:rsid w:val="005704C8"/>
    <w:rsid w:val="00571134"/>
    <w:rsid w:val="005715FE"/>
    <w:rsid w:val="0057168D"/>
    <w:rsid w:val="005718A1"/>
    <w:rsid w:val="00573846"/>
    <w:rsid w:val="005757C5"/>
    <w:rsid w:val="00577C29"/>
    <w:rsid w:val="00582F5C"/>
    <w:rsid w:val="00583360"/>
    <w:rsid w:val="0058608D"/>
    <w:rsid w:val="00586CE6"/>
    <w:rsid w:val="005901C0"/>
    <w:rsid w:val="00591160"/>
    <w:rsid w:val="005913B7"/>
    <w:rsid w:val="00591A9F"/>
    <w:rsid w:val="00591D1D"/>
    <w:rsid w:val="00592077"/>
    <w:rsid w:val="005936A9"/>
    <w:rsid w:val="005944C8"/>
    <w:rsid w:val="00596358"/>
    <w:rsid w:val="00597B1F"/>
    <w:rsid w:val="005A04B6"/>
    <w:rsid w:val="005A2F9E"/>
    <w:rsid w:val="005A7163"/>
    <w:rsid w:val="005A74D7"/>
    <w:rsid w:val="005B0676"/>
    <w:rsid w:val="005B0AE9"/>
    <w:rsid w:val="005B14D8"/>
    <w:rsid w:val="005B1BFF"/>
    <w:rsid w:val="005B3E7D"/>
    <w:rsid w:val="005C039F"/>
    <w:rsid w:val="005C06FC"/>
    <w:rsid w:val="005C0766"/>
    <w:rsid w:val="005C17EE"/>
    <w:rsid w:val="005C5437"/>
    <w:rsid w:val="005C65FA"/>
    <w:rsid w:val="005D08EA"/>
    <w:rsid w:val="005D4634"/>
    <w:rsid w:val="005D46BD"/>
    <w:rsid w:val="005D4F14"/>
    <w:rsid w:val="005D66A6"/>
    <w:rsid w:val="005D6A8D"/>
    <w:rsid w:val="005D6DBC"/>
    <w:rsid w:val="005D76B6"/>
    <w:rsid w:val="005E08F4"/>
    <w:rsid w:val="005E160E"/>
    <w:rsid w:val="005E1CD0"/>
    <w:rsid w:val="005E4670"/>
    <w:rsid w:val="005E46A0"/>
    <w:rsid w:val="005F12AE"/>
    <w:rsid w:val="005F2DFA"/>
    <w:rsid w:val="005F57DA"/>
    <w:rsid w:val="005F6CC0"/>
    <w:rsid w:val="005F715A"/>
    <w:rsid w:val="005F7A34"/>
    <w:rsid w:val="0060081E"/>
    <w:rsid w:val="00603B49"/>
    <w:rsid w:val="00603E65"/>
    <w:rsid w:val="0060623D"/>
    <w:rsid w:val="00607D69"/>
    <w:rsid w:val="00610771"/>
    <w:rsid w:val="00610D41"/>
    <w:rsid w:val="006111DB"/>
    <w:rsid w:val="00611BFF"/>
    <w:rsid w:val="00613599"/>
    <w:rsid w:val="00615113"/>
    <w:rsid w:val="00615443"/>
    <w:rsid w:val="00615752"/>
    <w:rsid w:val="00616546"/>
    <w:rsid w:val="00617866"/>
    <w:rsid w:val="00620CBF"/>
    <w:rsid w:val="00625D38"/>
    <w:rsid w:val="00626A4D"/>
    <w:rsid w:val="00626AE5"/>
    <w:rsid w:val="00626CB8"/>
    <w:rsid w:val="0063253A"/>
    <w:rsid w:val="0063275C"/>
    <w:rsid w:val="00633BA8"/>
    <w:rsid w:val="00641A00"/>
    <w:rsid w:val="006425C5"/>
    <w:rsid w:val="00642BF5"/>
    <w:rsid w:val="006450A1"/>
    <w:rsid w:val="00646246"/>
    <w:rsid w:val="0064626F"/>
    <w:rsid w:val="00646F5D"/>
    <w:rsid w:val="00656801"/>
    <w:rsid w:val="00657E9F"/>
    <w:rsid w:val="006606FF"/>
    <w:rsid w:val="00661B51"/>
    <w:rsid w:val="00662953"/>
    <w:rsid w:val="00664D96"/>
    <w:rsid w:val="00666263"/>
    <w:rsid w:val="006674A1"/>
    <w:rsid w:val="006677C8"/>
    <w:rsid w:val="00685468"/>
    <w:rsid w:val="00685E4E"/>
    <w:rsid w:val="00690150"/>
    <w:rsid w:val="00690518"/>
    <w:rsid w:val="006921CB"/>
    <w:rsid w:val="00692F4E"/>
    <w:rsid w:val="00697946"/>
    <w:rsid w:val="00697999"/>
    <w:rsid w:val="006A0EF8"/>
    <w:rsid w:val="006A1E1C"/>
    <w:rsid w:val="006A2550"/>
    <w:rsid w:val="006A3E90"/>
    <w:rsid w:val="006A45DB"/>
    <w:rsid w:val="006B0B8C"/>
    <w:rsid w:val="006B1F60"/>
    <w:rsid w:val="006B32B5"/>
    <w:rsid w:val="006B3358"/>
    <w:rsid w:val="006B3BDB"/>
    <w:rsid w:val="006B4FBD"/>
    <w:rsid w:val="006C0675"/>
    <w:rsid w:val="006C13CF"/>
    <w:rsid w:val="006C2C76"/>
    <w:rsid w:val="006C34B9"/>
    <w:rsid w:val="006D05A6"/>
    <w:rsid w:val="006D08D7"/>
    <w:rsid w:val="006D0919"/>
    <w:rsid w:val="006D1A2E"/>
    <w:rsid w:val="006D26E8"/>
    <w:rsid w:val="006D5714"/>
    <w:rsid w:val="006D69AE"/>
    <w:rsid w:val="006D71A6"/>
    <w:rsid w:val="006D71E4"/>
    <w:rsid w:val="006D7D3B"/>
    <w:rsid w:val="006E2F10"/>
    <w:rsid w:val="006E31D7"/>
    <w:rsid w:val="006F0FF5"/>
    <w:rsid w:val="006F2100"/>
    <w:rsid w:val="006F24D5"/>
    <w:rsid w:val="006F29C6"/>
    <w:rsid w:val="006F533A"/>
    <w:rsid w:val="006F7B81"/>
    <w:rsid w:val="00700ADF"/>
    <w:rsid w:val="0070209A"/>
    <w:rsid w:val="00702346"/>
    <w:rsid w:val="00702440"/>
    <w:rsid w:val="0070311A"/>
    <w:rsid w:val="007042D7"/>
    <w:rsid w:val="0070608E"/>
    <w:rsid w:val="007060F5"/>
    <w:rsid w:val="007072C8"/>
    <w:rsid w:val="007143FF"/>
    <w:rsid w:val="0071552F"/>
    <w:rsid w:val="00715895"/>
    <w:rsid w:val="00715B55"/>
    <w:rsid w:val="00716213"/>
    <w:rsid w:val="0071707B"/>
    <w:rsid w:val="00717936"/>
    <w:rsid w:val="007203CA"/>
    <w:rsid w:val="0072180D"/>
    <w:rsid w:val="00721878"/>
    <w:rsid w:val="00721976"/>
    <w:rsid w:val="00722152"/>
    <w:rsid w:val="00722B89"/>
    <w:rsid w:val="00730541"/>
    <w:rsid w:val="00732AF1"/>
    <w:rsid w:val="0073427D"/>
    <w:rsid w:val="00736F4C"/>
    <w:rsid w:val="00740FA1"/>
    <w:rsid w:val="00742445"/>
    <w:rsid w:val="007434EF"/>
    <w:rsid w:val="00746B6E"/>
    <w:rsid w:val="00751376"/>
    <w:rsid w:val="007607B4"/>
    <w:rsid w:val="00764574"/>
    <w:rsid w:val="0076506D"/>
    <w:rsid w:val="0077032A"/>
    <w:rsid w:val="00770FE3"/>
    <w:rsid w:val="00771047"/>
    <w:rsid w:val="00772F31"/>
    <w:rsid w:val="0077323D"/>
    <w:rsid w:val="00773FE7"/>
    <w:rsid w:val="0077418D"/>
    <w:rsid w:val="007765C2"/>
    <w:rsid w:val="00780331"/>
    <w:rsid w:val="0078045E"/>
    <w:rsid w:val="007825BC"/>
    <w:rsid w:val="00782B36"/>
    <w:rsid w:val="00782BE2"/>
    <w:rsid w:val="00783AF8"/>
    <w:rsid w:val="00784073"/>
    <w:rsid w:val="00784077"/>
    <w:rsid w:val="00785DA2"/>
    <w:rsid w:val="00786F3A"/>
    <w:rsid w:val="00790913"/>
    <w:rsid w:val="0079174D"/>
    <w:rsid w:val="00792B09"/>
    <w:rsid w:val="00795128"/>
    <w:rsid w:val="00796BC1"/>
    <w:rsid w:val="00796BCE"/>
    <w:rsid w:val="00797471"/>
    <w:rsid w:val="007A0AEF"/>
    <w:rsid w:val="007A3CAF"/>
    <w:rsid w:val="007A4C21"/>
    <w:rsid w:val="007A4CCA"/>
    <w:rsid w:val="007B02C2"/>
    <w:rsid w:val="007B677C"/>
    <w:rsid w:val="007B7F27"/>
    <w:rsid w:val="007B7F89"/>
    <w:rsid w:val="007C0379"/>
    <w:rsid w:val="007C178B"/>
    <w:rsid w:val="007C1892"/>
    <w:rsid w:val="007C1C8F"/>
    <w:rsid w:val="007C2FDD"/>
    <w:rsid w:val="007C3467"/>
    <w:rsid w:val="007C5276"/>
    <w:rsid w:val="007C58C0"/>
    <w:rsid w:val="007D0934"/>
    <w:rsid w:val="007D2D45"/>
    <w:rsid w:val="007D3C80"/>
    <w:rsid w:val="007D4B4E"/>
    <w:rsid w:val="007D5F8B"/>
    <w:rsid w:val="007E218B"/>
    <w:rsid w:val="007E277B"/>
    <w:rsid w:val="007E40A4"/>
    <w:rsid w:val="007E5A7F"/>
    <w:rsid w:val="007F1973"/>
    <w:rsid w:val="007F4486"/>
    <w:rsid w:val="007F490D"/>
    <w:rsid w:val="007F4FF8"/>
    <w:rsid w:val="007F5264"/>
    <w:rsid w:val="007F5494"/>
    <w:rsid w:val="007F549E"/>
    <w:rsid w:val="007F562F"/>
    <w:rsid w:val="007F7025"/>
    <w:rsid w:val="008006A4"/>
    <w:rsid w:val="00803184"/>
    <w:rsid w:val="008033A0"/>
    <w:rsid w:val="00804998"/>
    <w:rsid w:val="00811015"/>
    <w:rsid w:val="008115D7"/>
    <w:rsid w:val="00813475"/>
    <w:rsid w:val="00814D50"/>
    <w:rsid w:val="00814DE0"/>
    <w:rsid w:val="00815434"/>
    <w:rsid w:val="008164DF"/>
    <w:rsid w:val="008202EF"/>
    <w:rsid w:val="00820712"/>
    <w:rsid w:val="00830DCE"/>
    <w:rsid w:val="0083606C"/>
    <w:rsid w:val="0083784B"/>
    <w:rsid w:val="0084263D"/>
    <w:rsid w:val="008436F4"/>
    <w:rsid w:val="00843E18"/>
    <w:rsid w:val="008453C2"/>
    <w:rsid w:val="0084711F"/>
    <w:rsid w:val="00852256"/>
    <w:rsid w:val="00852975"/>
    <w:rsid w:val="00853859"/>
    <w:rsid w:val="00854DCB"/>
    <w:rsid w:val="0085602D"/>
    <w:rsid w:val="00860051"/>
    <w:rsid w:val="00862364"/>
    <w:rsid w:val="00873803"/>
    <w:rsid w:val="00874668"/>
    <w:rsid w:val="00875C8B"/>
    <w:rsid w:val="008767E9"/>
    <w:rsid w:val="00877DA5"/>
    <w:rsid w:val="00881092"/>
    <w:rsid w:val="00881A9E"/>
    <w:rsid w:val="00881F79"/>
    <w:rsid w:val="00882149"/>
    <w:rsid w:val="00884B72"/>
    <w:rsid w:val="00885891"/>
    <w:rsid w:val="008877DD"/>
    <w:rsid w:val="00892707"/>
    <w:rsid w:val="00894076"/>
    <w:rsid w:val="00895C0A"/>
    <w:rsid w:val="008A0DC5"/>
    <w:rsid w:val="008A1B37"/>
    <w:rsid w:val="008A2E12"/>
    <w:rsid w:val="008A2EED"/>
    <w:rsid w:val="008A3A50"/>
    <w:rsid w:val="008A4D5C"/>
    <w:rsid w:val="008A51E0"/>
    <w:rsid w:val="008A6AE4"/>
    <w:rsid w:val="008A6BA5"/>
    <w:rsid w:val="008B0280"/>
    <w:rsid w:val="008B176C"/>
    <w:rsid w:val="008B1845"/>
    <w:rsid w:val="008B3303"/>
    <w:rsid w:val="008B471B"/>
    <w:rsid w:val="008B704A"/>
    <w:rsid w:val="008B70CD"/>
    <w:rsid w:val="008B7558"/>
    <w:rsid w:val="008C04F6"/>
    <w:rsid w:val="008C3128"/>
    <w:rsid w:val="008C3D46"/>
    <w:rsid w:val="008C466E"/>
    <w:rsid w:val="008C4A2C"/>
    <w:rsid w:val="008D028A"/>
    <w:rsid w:val="008D318D"/>
    <w:rsid w:val="008D43D3"/>
    <w:rsid w:val="008D5BF7"/>
    <w:rsid w:val="008D70B3"/>
    <w:rsid w:val="008D7402"/>
    <w:rsid w:val="008D75CD"/>
    <w:rsid w:val="008E07FF"/>
    <w:rsid w:val="008E24CA"/>
    <w:rsid w:val="008E2D23"/>
    <w:rsid w:val="008E3724"/>
    <w:rsid w:val="008E4041"/>
    <w:rsid w:val="008E4BA0"/>
    <w:rsid w:val="008E741A"/>
    <w:rsid w:val="008E7976"/>
    <w:rsid w:val="008E7C99"/>
    <w:rsid w:val="008F5304"/>
    <w:rsid w:val="008F5BCB"/>
    <w:rsid w:val="008F66C6"/>
    <w:rsid w:val="00903295"/>
    <w:rsid w:val="0090469D"/>
    <w:rsid w:val="009061EE"/>
    <w:rsid w:val="00907509"/>
    <w:rsid w:val="009114E6"/>
    <w:rsid w:val="00914942"/>
    <w:rsid w:val="009150C5"/>
    <w:rsid w:val="00915740"/>
    <w:rsid w:val="00917659"/>
    <w:rsid w:val="00920BBF"/>
    <w:rsid w:val="0092139C"/>
    <w:rsid w:val="0092268F"/>
    <w:rsid w:val="00922D95"/>
    <w:rsid w:val="009234AF"/>
    <w:rsid w:val="00926645"/>
    <w:rsid w:val="00930233"/>
    <w:rsid w:val="009305F4"/>
    <w:rsid w:val="00930FD4"/>
    <w:rsid w:val="00933C53"/>
    <w:rsid w:val="00934EAA"/>
    <w:rsid w:val="00935E96"/>
    <w:rsid w:val="009363D4"/>
    <w:rsid w:val="0094184D"/>
    <w:rsid w:val="009429C8"/>
    <w:rsid w:val="009433CB"/>
    <w:rsid w:val="009452FB"/>
    <w:rsid w:val="00950E80"/>
    <w:rsid w:val="0095175B"/>
    <w:rsid w:val="009524CA"/>
    <w:rsid w:val="00953CC0"/>
    <w:rsid w:val="009547E2"/>
    <w:rsid w:val="00955280"/>
    <w:rsid w:val="009567C1"/>
    <w:rsid w:val="00957778"/>
    <w:rsid w:val="00957C96"/>
    <w:rsid w:val="0096242B"/>
    <w:rsid w:val="00962E7C"/>
    <w:rsid w:val="009640C3"/>
    <w:rsid w:val="0096564D"/>
    <w:rsid w:val="00965EF3"/>
    <w:rsid w:val="0096733A"/>
    <w:rsid w:val="00967FC5"/>
    <w:rsid w:val="009714B9"/>
    <w:rsid w:val="00971794"/>
    <w:rsid w:val="00971CED"/>
    <w:rsid w:val="00975DD0"/>
    <w:rsid w:val="00975DD2"/>
    <w:rsid w:val="00977825"/>
    <w:rsid w:val="009804C5"/>
    <w:rsid w:val="00982842"/>
    <w:rsid w:val="0098388B"/>
    <w:rsid w:val="0098643C"/>
    <w:rsid w:val="0098650D"/>
    <w:rsid w:val="00987EB7"/>
    <w:rsid w:val="009904CA"/>
    <w:rsid w:val="00992393"/>
    <w:rsid w:val="00993B14"/>
    <w:rsid w:val="0099543F"/>
    <w:rsid w:val="009957F5"/>
    <w:rsid w:val="009A1BA9"/>
    <w:rsid w:val="009A712C"/>
    <w:rsid w:val="009A79CC"/>
    <w:rsid w:val="009A7F70"/>
    <w:rsid w:val="009B268D"/>
    <w:rsid w:val="009B6206"/>
    <w:rsid w:val="009B6578"/>
    <w:rsid w:val="009B6E65"/>
    <w:rsid w:val="009B7D02"/>
    <w:rsid w:val="009C629E"/>
    <w:rsid w:val="009C67B8"/>
    <w:rsid w:val="009C78B9"/>
    <w:rsid w:val="009D0B47"/>
    <w:rsid w:val="009D275B"/>
    <w:rsid w:val="009D38B5"/>
    <w:rsid w:val="009D4133"/>
    <w:rsid w:val="009D49CF"/>
    <w:rsid w:val="009D6EDF"/>
    <w:rsid w:val="009E143C"/>
    <w:rsid w:val="009E279B"/>
    <w:rsid w:val="009E3C21"/>
    <w:rsid w:val="009E4B0D"/>
    <w:rsid w:val="009E4BA9"/>
    <w:rsid w:val="009E4ED8"/>
    <w:rsid w:val="009E4EDA"/>
    <w:rsid w:val="009E7791"/>
    <w:rsid w:val="009F0923"/>
    <w:rsid w:val="009F0988"/>
    <w:rsid w:val="009F5529"/>
    <w:rsid w:val="009F7C61"/>
    <w:rsid w:val="00A00008"/>
    <w:rsid w:val="00A023AE"/>
    <w:rsid w:val="00A051D4"/>
    <w:rsid w:val="00A05776"/>
    <w:rsid w:val="00A05BED"/>
    <w:rsid w:val="00A06961"/>
    <w:rsid w:val="00A127E5"/>
    <w:rsid w:val="00A12EE3"/>
    <w:rsid w:val="00A14964"/>
    <w:rsid w:val="00A1757A"/>
    <w:rsid w:val="00A17D96"/>
    <w:rsid w:val="00A212B4"/>
    <w:rsid w:val="00A22DF3"/>
    <w:rsid w:val="00A24DA0"/>
    <w:rsid w:val="00A25CD2"/>
    <w:rsid w:val="00A26664"/>
    <w:rsid w:val="00A27A3B"/>
    <w:rsid w:val="00A30D74"/>
    <w:rsid w:val="00A3119C"/>
    <w:rsid w:val="00A32493"/>
    <w:rsid w:val="00A3332F"/>
    <w:rsid w:val="00A34359"/>
    <w:rsid w:val="00A40D4D"/>
    <w:rsid w:val="00A42B6B"/>
    <w:rsid w:val="00A431B2"/>
    <w:rsid w:val="00A43C87"/>
    <w:rsid w:val="00A45D01"/>
    <w:rsid w:val="00A45F33"/>
    <w:rsid w:val="00A47B4F"/>
    <w:rsid w:val="00A519A2"/>
    <w:rsid w:val="00A52A7C"/>
    <w:rsid w:val="00A554FF"/>
    <w:rsid w:val="00A57C81"/>
    <w:rsid w:val="00A60077"/>
    <w:rsid w:val="00A610FE"/>
    <w:rsid w:val="00A61D28"/>
    <w:rsid w:val="00A63297"/>
    <w:rsid w:val="00A63405"/>
    <w:rsid w:val="00A6377A"/>
    <w:rsid w:val="00A65A9E"/>
    <w:rsid w:val="00A65E55"/>
    <w:rsid w:val="00A65FF0"/>
    <w:rsid w:val="00A66400"/>
    <w:rsid w:val="00A666B3"/>
    <w:rsid w:val="00A66C3A"/>
    <w:rsid w:val="00A6712D"/>
    <w:rsid w:val="00A67B1C"/>
    <w:rsid w:val="00A719D9"/>
    <w:rsid w:val="00A766F6"/>
    <w:rsid w:val="00A77EB9"/>
    <w:rsid w:val="00A8099F"/>
    <w:rsid w:val="00A816B8"/>
    <w:rsid w:val="00A81B3B"/>
    <w:rsid w:val="00A834CC"/>
    <w:rsid w:val="00A837D5"/>
    <w:rsid w:val="00A8501A"/>
    <w:rsid w:val="00A90954"/>
    <w:rsid w:val="00A91234"/>
    <w:rsid w:val="00A919D5"/>
    <w:rsid w:val="00A91B98"/>
    <w:rsid w:val="00A96E94"/>
    <w:rsid w:val="00A97C7A"/>
    <w:rsid w:val="00A97D68"/>
    <w:rsid w:val="00AA0A24"/>
    <w:rsid w:val="00AA1F7A"/>
    <w:rsid w:val="00AA400E"/>
    <w:rsid w:val="00AA60BE"/>
    <w:rsid w:val="00AA6663"/>
    <w:rsid w:val="00AA77E7"/>
    <w:rsid w:val="00AB0CDF"/>
    <w:rsid w:val="00AB0F37"/>
    <w:rsid w:val="00AB6E95"/>
    <w:rsid w:val="00AB7A2D"/>
    <w:rsid w:val="00AC024A"/>
    <w:rsid w:val="00AC0EBA"/>
    <w:rsid w:val="00AC21C0"/>
    <w:rsid w:val="00AC7D24"/>
    <w:rsid w:val="00AD234B"/>
    <w:rsid w:val="00AE1AA0"/>
    <w:rsid w:val="00AE1C11"/>
    <w:rsid w:val="00AE1DF8"/>
    <w:rsid w:val="00AE326D"/>
    <w:rsid w:val="00AE47A2"/>
    <w:rsid w:val="00AE7C40"/>
    <w:rsid w:val="00AF3322"/>
    <w:rsid w:val="00AF50A8"/>
    <w:rsid w:val="00B00398"/>
    <w:rsid w:val="00B01135"/>
    <w:rsid w:val="00B0299C"/>
    <w:rsid w:val="00B0393D"/>
    <w:rsid w:val="00B04897"/>
    <w:rsid w:val="00B0518E"/>
    <w:rsid w:val="00B0571B"/>
    <w:rsid w:val="00B064BF"/>
    <w:rsid w:val="00B06633"/>
    <w:rsid w:val="00B06722"/>
    <w:rsid w:val="00B07B61"/>
    <w:rsid w:val="00B11090"/>
    <w:rsid w:val="00B11BFC"/>
    <w:rsid w:val="00B1453D"/>
    <w:rsid w:val="00B14A5E"/>
    <w:rsid w:val="00B153D3"/>
    <w:rsid w:val="00B15D43"/>
    <w:rsid w:val="00B24346"/>
    <w:rsid w:val="00B24ECC"/>
    <w:rsid w:val="00B255E2"/>
    <w:rsid w:val="00B2569A"/>
    <w:rsid w:val="00B26161"/>
    <w:rsid w:val="00B27DB2"/>
    <w:rsid w:val="00B27F4C"/>
    <w:rsid w:val="00B30A80"/>
    <w:rsid w:val="00B330EE"/>
    <w:rsid w:val="00B35B0E"/>
    <w:rsid w:val="00B3631F"/>
    <w:rsid w:val="00B40087"/>
    <w:rsid w:val="00B40F29"/>
    <w:rsid w:val="00B44249"/>
    <w:rsid w:val="00B449ED"/>
    <w:rsid w:val="00B45A93"/>
    <w:rsid w:val="00B462A2"/>
    <w:rsid w:val="00B53295"/>
    <w:rsid w:val="00B53B44"/>
    <w:rsid w:val="00B55C19"/>
    <w:rsid w:val="00B55EEF"/>
    <w:rsid w:val="00B60DCF"/>
    <w:rsid w:val="00B60F24"/>
    <w:rsid w:val="00B61545"/>
    <w:rsid w:val="00B65672"/>
    <w:rsid w:val="00B664A3"/>
    <w:rsid w:val="00B70017"/>
    <w:rsid w:val="00B7028A"/>
    <w:rsid w:val="00B70B5E"/>
    <w:rsid w:val="00B71B2C"/>
    <w:rsid w:val="00B71CF8"/>
    <w:rsid w:val="00B72ABD"/>
    <w:rsid w:val="00B74A69"/>
    <w:rsid w:val="00B750AC"/>
    <w:rsid w:val="00B754F0"/>
    <w:rsid w:val="00B77ED5"/>
    <w:rsid w:val="00B805FB"/>
    <w:rsid w:val="00B842C4"/>
    <w:rsid w:val="00B84608"/>
    <w:rsid w:val="00B903B2"/>
    <w:rsid w:val="00B92585"/>
    <w:rsid w:val="00B95A4D"/>
    <w:rsid w:val="00B96A26"/>
    <w:rsid w:val="00B96BE7"/>
    <w:rsid w:val="00BA059F"/>
    <w:rsid w:val="00BA188B"/>
    <w:rsid w:val="00BA1D7E"/>
    <w:rsid w:val="00BA5F09"/>
    <w:rsid w:val="00BA619B"/>
    <w:rsid w:val="00BB3237"/>
    <w:rsid w:val="00BB6304"/>
    <w:rsid w:val="00BB74EB"/>
    <w:rsid w:val="00BC1691"/>
    <w:rsid w:val="00BC251F"/>
    <w:rsid w:val="00BC25BC"/>
    <w:rsid w:val="00BC3410"/>
    <w:rsid w:val="00BC3853"/>
    <w:rsid w:val="00BC6276"/>
    <w:rsid w:val="00BC74AC"/>
    <w:rsid w:val="00BD0858"/>
    <w:rsid w:val="00BD3458"/>
    <w:rsid w:val="00BD5952"/>
    <w:rsid w:val="00BD5DEE"/>
    <w:rsid w:val="00BD5E4E"/>
    <w:rsid w:val="00BD6615"/>
    <w:rsid w:val="00BE213C"/>
    <w:rsid w:val="00BE224C"/>
    <w:rsid w:val="00BE2949"/>
    <w:rsid w:val="00BE2EF4"/>
    <w:rsid w:val="00BE3C80"/>
    <w:rsid w:val="00BE4EC6"/>
    <w:rsid w:val="00BE4F4C"/>
    <w:rsid w:val="00BE59EB"/>
    <w:rsid w:val="00BE740C"/>
    <w:rsid w:val="00BE79FF"/>
    <w:rsid w:val="00BE7B6F"/>
    <w:rsid w:val="00BF0AD6"/>
    <w:rsid w:val="00BF28A9"/>
    <w:rsid w:val="00BF4127"/>
    <w:rsid w:val="00BF5340"/>
    <w:rsid w:val="00C00864"/>
    <w:rsid w:val="00C037C4"/>
    <w:rsid w:val="00C0494C"/>
    <w:rsid w:val="00C04FDF"/>
    <w:rsid w:val="00C10AFF"/>
    <w:rsid w:val="00C114DE"/>
    <w:rsid w:val="00C1164C"/>
    <w:rsid w:val="00C16E1E"/>
    <w:rsid w:val="00C17D95"/>
    <w:rsid w:val="00C27ABE"/>
    <w:rsid w:val="00C3244E"/>
    <w:rsid w:val="00C34204"/>
    <w:rsid w:val="00C416B4"/>
    <w:rsid w:val="00C43A72"/>
    <w:rsid w:val="00C46076"/>
    <w:rsid w:val="00C478AD"/>
    <w:rsid w:val="00C47AB7"/>
    <w:rsid w:val="00C521A5"/>
    <w:rsid w:val="00C529A0"/>
    <w:rsid w:val="00C53515"/>
    <w:rsid w:val="00C55D66"/>
    <w:rsid w:val="00C566BB"/>
    <w:rsid w:val="00C57CB3"/>
    <w:rsid w:val="00C606EC"/>
    <w:rsid w:val="00C60F9A"/>
    <w:rsid w:val="00C63862"/>
    <w:rsid w:val="00C6395E"/>
    <w:rsid w:val="00C640F4"/>
    <w:rsid w:val="00C66809"/>
    <w:rsid w:val="00C66E4C"/>
    <w:rsid w:val="00C700DD"/>
    <w:rsid w:val="00C7225B"/>
    <w:rsid w:val="00C72AD5"/>
    <w:rsid w:val="00C72AEC"/>
    <w:rsid w:val="00C7733B"/>
    <w:rsid w:val="00C82314"/>
    <w:rsid w:val="00C84B1D"/>
    <w:rsid w:val="00C868A1"/>
    <w:rsid w:val="00C876F7"/>
    <w:rsid w:val="00C87EE8"/>
    <w:rsid w:val="00C87F05"/>
    <w:rsid w:val="00C90370"/>
    <w:rsid w:val="00C90935"/>
    <w:rsid w:val="00C91167"/>
    <w:rsid w:val="00C914F0"/>
    <w:rsid w:val="00C9180A"/>
    <w:rsid w:val="00C9333B"/>
    <w:rsid w:val="00C95391"/>
    <w:rsid w:val="00C964A8"/>
    <w:rsid w:val="00C972C4"/>
    <w:rsid w:val="00CA215B"/>
    <w:rsid w:val="00CA25A0"/>
    <w:rsid w:val="00CA683A"/>
    <w:rsid w:val="00CA761D"/>
    <w:rsid w:val="00CA7BAB"/>
    <w:rsid w:val="00CB13EE"/>
    <w:rsid w:val="00CB4555"/>
    <w:rsid w:val="00CB4746"/>
    <w:rsid w:val="00CB481F"/>
    <w:rsid w:val="00CB5706"/>
    <w:rsid w:val="00CC1CE9"/>
    <w:rsid w:val="00CC212F"/>
    <w:rsid w:val="00CC438B"/>
    <w:rsid w:val="00CC46D7"/>
    <w:rsid w:val="00CC4FF3"/>
    <w:rsid w:val="00CC7F85"/>
    <w:rsid w:val="00CD1012"/>
    <w:rsid w:val="00CD1443"/>
    <w:rsid w:val="00CD2336"/>
    <w:rsid w:val="00CD448A"/>
    <w:rsid w:val="00CD7DD8"/>
    <w:rsid w:val="00CE15CA"/>
    <w:rsid w:val="00CE46D0"/>
    <w:rsid w:val="00CE4803"/>
    <w:rsid w:val="00CE4E30"/>
    <w:rsid w:val="00CE561E"/>
    <w:rsid w:val="00CF151F"/>
    <w:rsid w:val="00CF2243"/>
    <w:rsid w:val="00CF25AB"/>
    <w:rsid w:val="00CF67AB"/>
    <w:rsid w:val="00CF70BB"/>
    <w:rsid w:val="00CF79A8"/>
    <w:rsid w:val="00D0037B"/>
    <w:rsid w:val="00D00E31"/>
    <w:rsid w:val="00D010F9"/>
    <w:rsid w:val="00D03320"/>
    <w:rsid w:val="00D040DB"/>
    <w:rsid w:val="00D041AB"/>
    <w:rsid w:val="00D075EB"/>
    <w:rsid w:val="00D12794"/>
    <w:rsid w:val="00D145D3"/>
    <w:rsid w:val="00D150AB"/>
    <w:rsid w:val="00D1617A"/>
    <w:rsid w:val="00D17656"/>
    <w:rsid w:val="00D20089"/>
    <w:rsid w:val="00D2027F"/>
    <w:rsid w:val="00D21725"/>
    <w:rsid w:val="00D3091A"/>
    <w:rsid w:val="00D3393D"/>
    <w:rsid w:val="00D33B42"/>
    <w:rsid w:val="00D33F78"/>
    <w:rsid w:val="00D3440B"/>
    <w:rsid w:val="00D34AF1"/>
    <w:rsid w:val="00D34E59"/>
    <w:rsid w:val="00D35668"/>
    <w:rsid w:val="00D403CD"/>
    <w:rsid w:val="00D427B8"/>
    <w:rsid w:val="00D42AA2"/>
    <w:rsid w:val="00D43F67"/>
    <w:rsid w:val="00D45075"/>
    <w:rsid w:val="00D46F30"/>
    <w:rsid w:val="00D51F77"/>
    <w:rsid w:val="00D52B8B"/>
    <w:rsid w:val="00D53972"/>
    <w:rsid w:val="00D54433"/>
    <w:rsid w:val="00D555CE"/>
    <w:rsid w:val="00D55F5E"/>
    <w:rsid w:val="00D55F70"/>
    <w:rsid w:val="00D607D6"/>
    <w:rsid w:val="00D62B01"/>
    <w:rsid w:val="00D65026"/>
    <w:rsid w:val="00D6589E"/>
    <w:rsid w:val="00D65EFA"/>
    <w:rsid w:val="00D6620A"/>
    <w:rsid w:val="00D67160"/>
    <w:rsid w:val="00D679DF"/>
    <w:rsid w:val="00D72541"/>
    <w:rsid w:val="00D726C2"/>
    <w:rsid w:val="00D7366F"/>
    <w:rsid w:val="00D73A5E"/>
    <w:rsid w:val="00D75291"/>
    <w:rsid w:val="00D777C4"/>
    <w:rsid w:val="00D84B35"/>
    <w:rsid w:val="00D86300"/>
    <w:rsid w:val="00D87347"/>
    <w:rsid w:val="00D90C21"/>
    <w:rsid w:val="00D9308A"/>
    <w:rsid w:val="00D94030"/>
    <w:rsid w:val="00D95542"/>
    <w:rsid w:val="00D97104"/>
    <w:rsid w:val="00D97743"/>
    <w:rsid w:val="00DA0D4A"/>
    <w:rsid w:val="00DA4BC5"/>
    <w:rsid w:val="00DA5920"/>
    <w:rsid w:val="00DA65C0"/>
    <w:rsid w:val="00DA7DC1"/>
    <w:rsid w:val="00DB1FC9"/>
    <w:rsid w:val="00DB283D"/>
    <w:rsid w:val="00DB33CF"/>
    <w:rsid w:val="00DB481F"/>
    <w:rsid w:val="00DB5380"/>
    <w:rsid w:val="00DB54AB"/>
    <w:rsid w:val="00DB5895"/>
    <w:rsid w:val="00DC320A"/>
    <w:rsid w:val="00DC5190"/>
    <w:rsid w:val="00DC5305"/>
    <w:rsid w:val="00DD0C6F"/>
    <w:rsid w:val="00DD158D"/>
    <w:rsid w:val="00DD3DCF"/>
    <w:rsid w:val="00DD6748"/>
    <w:rsid w:val="00DD6C05"/>
    <w:rsid w:val="00DD6C9C"/>
    <w:rsid w:val="00DE311C"/>
    <w:rsid w:val="00DE3A80"/>
    <w:rsid w:val="00DE413A"/>
    <w:rsid w:val="00DE4C71"/>
    <w:rsid w:val="00DF0AB7"/>
    <w:rsid w:val="00E02801"/>
    <w:rsid w:val="00E0521F"/>
    <w:rsid w:val="00E05808"/>
    <w:rsid w:val="00E0667F"/>
    <w:rsid w:val="00E06E60"/>
    <w:rsid w:val="00E1059B"/>
    <w:rsid w:val="00E11938"/>
    <w:rsid w:val="00E1194F"/>
    <w:rsid w:val="00E14862"/>
    <w:rsid w:val="00E1569E"/>
    <w:rsid w:val="00E15AE3"/>
    <w:rsid w:val="00E15D0E"/>
    <w:rsid w:val="00E1661B"/>
    <w:rsid w:val="00E202E1"/>
    <w:rsid w:val="00E20F46"/>
    <w:rsid w:val="00E21F4D"/>
    <w:rsid w:val="00E23CDF"/>
    <w:rsid w:val="00E2622E"/>
    <w:rsid w:val="00E264CB"/>
    <w:rsid w:val="00E2662C"/>
    <w:rsid w:val="00E2667A"/>
    <w:rsid w:val="00E30036"/>
    <w:rsid w:val="00E3224B"/>
    <w:rsid w:val="00E33080"/>
    <w:rsid w:val="00E330BF"/>
    <w:rsid w:val="00E33ED8"/>
    <w:rsid w:val="00E42171"/>
    <w:rsid w:val="00E427CF"/>
    <w:rsid w:val="00E42927"/>
    <w:rsid w:val="00E45E81"/>
    <w:rsid w:val="00E45F9B"/>
    <w:rsid w:val="00E464F0"/>
    <w:rsid w:val="00E4665B"/>
    <w:rsid w:val="00E4786D"/>
    <w:rsid w:val="00E5005C"/>
    <w:rsid w:val="00E5015D"/>
    <w:rsid w:val="00E52627"/>
    <w:rsid w:val="00E52DDA"/>
    <w:rsid w:val="00E5573F"/>
    <w:rsid w:val="00E55AEC"/>
    <w:rsid w:val="00E56844"/>
    <w:rsid w:val="00E569CE"/>
    <w:rsid w:val="00E56B09"/>
    <w:rsid w:val="00E56FA6"/>
    <w:rsid w:val="00E57186"/>
    <w:rsid w:val="00E61567"/>
    <w:rsid w:val="00E62A21"/>
    <w:rsid w:val="00E6318C"/>
    <w:rsid w:val="00E646A0"/>
    <w:rsid w:val="00E65A14"/>
    <w:rsid w:val="00E65E25"/>
    <w:rsid w:val="00E711A0"/>
    <w:rsid w:val="00E71868"/>
    <w:rsid w:val="00E72EDC"/>
    <w:rsid w:val="00E755E2"/>
    <w:rsid w:val="00E758C7"/>
    <w:rsid w:val="00E76939"/>
    <w:rsid w:val="00E808C5"/>
    <w:rsid w:val="00E828B7"/>
    <w:rsid w:val="00E85F02"/>
    <w:rsid w:val="00E86187"/>
    <w:rsid w:val="00E913EF"/>
    <w:rsid w:val="00E927E7"/>
    <w:rsid w:val="00E949CE"/>
    <w:rsid w:val="00E95CF4"/>
    <w:rsid w:val="00E966E2"/>
    <w:rsid w:val="00EA0523"/>
    <w:rsid w:val="00EA0D29"/>
    <w:rsid w:val="00EA3855"/>
    <w:rsid w:val="00EA4E7C"/>
    <w:rsid w:val="00EA51F2"/>
    <w:rsid w:val="00EA799B"/>
    <w:rsid w:val="00EB0684"/>
    <w:rsid w:val="00EB1BA0"/>
    <w:rsid w:val="00EB2B18"/>
    <w:rsid w:val="00EB2F40"/>
    <w:rsid w:val="00EC16A3"/>
    <w:rsid w:val="00EC5297"/>
    <w:rsid w:val="00EC636B"/>
    <w:rsid w:val="00EC67B5"/>
    <w:rsid w:val="00EC7A94"/>
    <w:rsid w:val="00ED2909"/>
    <w:rsid w:val="00ED6FFF"/>
    <w:rsid w:val="00ED7624"/>
    <w:rsid w:val="00ED7C7F"/>
    <w:rsid w:val="00EE2877"/>
    <w:rsid w:val="00EE598F"/>
    <w:rsid w:val="00EE5CB7"/>
    <w:rsid w:val="00EF108C"/>
    <w:rsid w:val="00EF1147"/>
    <w:rsid w:val="00EF146D"/>
    <w:rsid w:val="00EF1D71"/>
    <w:rsid w:val="00EF3C88"/>
    <w:rsid w:val="00EF5128"/>
    <w:rsid w:val="00EF6B3D"/>
    <w:rsid w:val="00EF6B43"/>
    <w:rsid w:val="00F008FD"/>
    <w:rsid w:val="00F00CC6"/>
    <w:rsid w:val="00F04CF4"/>
    <w:rsid w:val="00F07623"/>
    <w:rsid w:val="00F12049"/>
    <w:rsid w:val="00F137C2"/>
    <w:rsid w:val="00F13D5D"/>
    <w:rsid w:val="00F17A2D"/>
    <w:rsid w:val="00F21545"/>
    <w:rsid w:val="00F21930"/>
    <w:rsid w:val="00F23799"/>
    <w:rsid w:val="00F3185D"/>
    <w:rsid w:val="00F34C87"/>
    <w:rsid w:val="00F36C82"/>
    <w:rsid w:val="00F411D3"/>
    <w:rsid w:val="00F473B8"/>
    <w:rsid w:val="00F50101"/>
    <w:rsid w:val="00F5062B"/>
    <w:rsid w:val="00F51047"/>
    <w:rsid w:val="00F56491"/>
    <w:rsid w:val="00F60F7B"/>
    <w:rsid w:val="00F61CF6"/>
    <w:rsid w:val="00F65272"/>
    <w:rsid w:val="00F65274"/>
    <w:rsid w:val="00F71239"/>
    <w:rsid w:val="00F71611"/>
    <w:rsid w:val="00F718F1"/>
    <w:rsid w:val="00F72B05"/>
    <w:rsid w:val="00F7477E"/>
    <w:rsid w:val="00F74E8D"/>
    <w:rsid w:val="00F7540A"/>
    <w:rsid w:val="00F81177"/>
    <w:rsid w:val="00F81E29"/>
    <w:rsid w:val="00F83CBC"/>
    <w:rsid w:val="00F84A8C"/>
    <w:rsid w:val="00F87ACD"/>
    <w:rsid w:val="00F9179B"/>
    <w:rsid w:val="00F92BDD"/>
    <w:rsid w:val="00F95A69"/>
    <w:rsid w:val="00FA2BED"/>
    <w:rsid w:val="00FA4F72"/>
    <w:rsid w:val="00FA50E7"/>
    <w:rsid w:val="00FA5445"/>
    <w:rsid w:val="00FA56A9"/>
    <w:rsid w:val="00FA627A"/>
    <w:rsid w:val="00FA7114"/>
    <w:rsid w:val="00FA7588"/>
    <w:rsid w:val="00FB05DE"/>
    <w:rsid w:val="00FB0973"/>
    <w:rsid w:val="00FB124D"/>
    <w:rsid w:val="00FB28A7"/>
    <w:rsid w:val="00FB2FF9"/>
    <w:rsid w:val="00FB3531"/>
    <w:rsid w:val="00FB3564"/>
    <w:rsid w:val="00FB591F"/>
    <w:rsid w:val="00FB775B"/>
    <w:rsid w:val="00FB79E1"/>
    <w:rsid w:val="00FB7FC8"/>
    <w:rsid w:val="00FC066C"/>
    <w:rsid w:val="00FC2150"/>
    <w:rsid w:val="00FC4680"/>
    <w:rsid w:val="00FC50DE"/>
    <w:rsid w:val="00FC5245"/>
    <w:rsid w:val="00FC5939"/>
    <w:rsid w:val="00FC722C"/>
    <w:rsid w:val="00FD0513"/>
    <w:rsid w:val="00FD3A06"/>
    <w:rsid w:val="00FD3A1A"/>
    <w:rsid w:val="00FE2963"/>
    <w:rsid w:val="00FE36DA"/>
    <w:rsid w:val="00FE4D62"/>
    <w:rsid w:val="00FE6B4A"/>
    <w:rsid w:val="00FF4B19"/>
    <w:rsid w:val="00FF68C7"/>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27EC0608-76D8-444A-8A95-59737BA90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rPr>
  </w:style>
  <w:style w:type="paragraph" w:styleId="Heading1">
    <w:name w:val="heading 1"/>
    <w:basedOn w:val="Normal"/>
    <w:next w:val="Normal"/>
    <w:link w:val="Heading1Char"/>
    <w:qFormat/>
    <w:rsid w:val="00A91B98"/>
    <w:pPr>
      <w:keepNext/>
      <w:jc w:val="center"/>
      <w:outlineLvl w:val="0"/>
    </w:pPr>
    <w:rPr>
      <w:rFonts w:ascii="Tahoma" w:hAnsi="Tahoma" w:cs="Tahoma"/>
      <w:u w:val="single"/>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uiPriority w:val="9"/>
    <w:rsid w:val="009429C8"/>
    <w:rPr>
      <w:rFonts w:ascii="Tahoma" w:hAnsi="Tahoma" w:cs="Tahoma"/>
      <w:sz w:val="24"/>
      <w:szCs w:val="24"/>
      <w:u w:val="single"/>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jc w:val="left"/>
      <w:outlineLvl w:val="9"/>
    </w:pPr>
    <w:rPr>
      <w:rFonts w:ascii="Cambria" w:hAnsi="Cambria" w:cs="Times New Roman"/>
      <w:bCs/>
      <w:smallCaps/>
      <w:kern w:val="32"/>
      <w:sz w:val="24"/>
      <w:szCs w:val="22"/>
      <w:u w:val="none"/>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404183687">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772700220">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6D8EA103-CF58-47ED-8AB1-51FCA4548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customXml/itemProps4.xml><?xml version="1.0" encoding="utf-8"?>
<ds:datastoreItem xmlns:ds="http://schemas.openxmlformats.org/officeDocument/2006/customXml" ds:itemID="{7DFF8EF8-4DB2-43C0-90D5-85555B29B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081 QCS Letterhead 230502</Template>
  <TotalTime>34</TotalTime>
  <Pages>2</Pages>
  <Words>807</Words>
  <Characters>4733</Characters>
  <Application>Microsoft Office Word</Application>
  <DocSecurity>0</DocSecurity>
  <Lines>157</Lines>
  <Paragraphs>72</Paragraphs>
  <ScaleCrop>false</ScaleCrop>
  <HeadingPairs>
    <vt:vector size="2" baseType="variant">
      <vt:variant>
        <vt:lpstr>Title</vt:lpstr>
      </vt:variant>
      <vt:variant>
        <vt:i4>1</vt:i4>
      </vt:variant>
    </vt:vector>
  </HeadingPairs>
  <TitlesOfParts>
    <vt:vector size="1" baseType="lpstr">
      <vt:lpstr/>
    </vt:vector>
  </TitlesOfParts>
  <Company>FOG</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Heidi Mencl</cp:lastModifiedBy>
  <cp:revision>27</cp:revision>
  <cp:lastPrinted>2015-01-21T03:40:00Z</cp:lastPrinted>
  <dcterms:created xsi:type="dcterms:W3CDTF">2024-10-10T20:10:00Z</dcterms:created>
  <dcterms:modified xsi:type="dcterms:W3CDTF">2025-12-29T19:12:00Z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GrammarlyDocumentId">
    <vt:lpwstr>444f91ea1517cd016cc4f4f75405770fd565a5c6406ea798922e76f7ee22b22c</vt:lpwstr>
  </property>
</Properties>
</file>